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3220B" w14:textId="77777777" w:rsidR="00446767" w:rsidRPr="00AB07E9" w:rsidRDefault="00446767" w:rsidP="00446767">
      <w:pPr>
        <w:spacing w:after="0" w:line="480" w:lineRule="auto"/>
        <w:rPr>
          <w:rFonts w:ascii="Times New Roman" w:hAnsi="Times New Roman"/>
          <w:b/>
          <w:bCs/>
          <w:sz w:val="20"/>
          <w:szCs w:val="20"/>
          <w:lang w:val="en-GB"/>
        </w:rPr>
      </w:pPr>
      <w:r w:rsidRPr="00AB07E9">
        <w:rPr>
          <w:rFonts w:ascii="Times New Roman" w:hAnsi="Times New Roman"/>
          <w:b/>
          <w:bCs/>
          <w:sz w:val="20"/>
          <w:szCs w:val="20"/>
          <w:lang w:val="en-GB"/>
        </w:rPr>
        <w:t>SIOPEN Catecholamine Working Group</w:t>
      </w:r>
      <w:r w:rsidRPr="00AB07E9">
        <w:rPr>
          <w:rFonts w:ascii="Times New Roman" w:hAnsi="Times New Roman"/>
          <w:b/>
          <w:bCs/>
          <w:color w:val="4F81BD"/>
          <w:sz w:val="20"/>
          <w:szCs w:val="20"/>
          <w:lang w:val="en-GB"/>
        </w:rPr>
        <w:t xml:space="preserve"> </w:t>
      </w:r>
    </w:p>
    <w:p w14:paraId="74BE7828" w14:textId="77777777" w:rsidR="00953AFF" w:rsidRPr="00905FD4" w:rsidRDefault="00953AFF" w:rsidP="00953AFF">
      <w:pP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Adela Cañete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Aleksandra Wieczorek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Ales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Vicha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Amparo Alba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Anne L Ryan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Bénédicte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Brichard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Bilgehan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Yalçın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Blanca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Martínez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Catalina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Márquez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Eva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Klapkova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Gudrun Schleiermacher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Hedwig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Deubzer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Henrik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Ryberg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Ingrid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Øra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Jairam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Sastry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Jolanta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Bugajska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Juliet C Gray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Margarita Baka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21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Maria Luisa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Martínez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Marianne B. Phillips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Marleen Renard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Pieter Vermeersch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Raquel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Hladun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Alvaro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Ricardo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López</w:t>
      </w:r>
      <w:proofErr w:type="spellEnd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Almaraz</w:t>
      </w:r>
      <w:proofErr w:type="spellEnd"/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Thorsten Simon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Torben Ek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Vanessa Segura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Vassilios Papadakis</w:t>
      </w:r>
      <w:r w:rsidRPr="00905FD4">
        <w:rPr>
          <w:rFonts w:ascii="Times New Roman" w:hAnsi="Times New Roman" w:cs="Times New Roman"/>
          <w:sz w:val="24"/>
          <w:szCs w:val="24"/>
          <w:vertAlign w:val="superscript"/>
        </w:rPr>
        <w:t>26</w:t>
      </w:r>
    </w:p>
    <w:p w14:paraId="4A1482A7" w14:textId="77777777" w:rsidR="00953AFF" w:rsidRPr="00446767" w:rsidRDefault="00953AFF" w:rsidP="00953AFF">
      <w:pPr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8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Paediatric Oncology and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Hematology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Unit, Hospital La Fe, Valencia, Spain</w:t>
      </w:r>
    </w:p>
    <w:p w14:paraId="0FE51EB5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9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Clinical Biochemistry, Institute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Pediatrics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Jagiellonian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University Medical College,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Kraków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>, Poland</w:t>
      </w:r>
    </w:p>
    <w:p w14:paraId="63D7B7A7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10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Medical Chemistry and Clinical Biochemistry, 2nd Faculty of Medicine, Charles University, Prague, Czech Republic </w:t>
      </w:r>
    </w:p>
    <w:p w14:paraId="65AD80D2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11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Haematology, Oncology and Bone Marrow Transplant, Perth Children’s Hospital, Perth Australia </w:t>
      </w:r>
    </w:p>
    <w:p w14:paraId="4C33DB7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12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Cliniques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Universitaires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Saint-Luc, Brussels, Belgium</w:t>
      </w:r>
    </w:p>
    <w:p w14:paraId="7C785D7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gramStart"/>
      <w:r w:rsidRPr="00446767">
        <w:rPr>
          <w:rFonts w:ascii="Times New Roman" w:hAnsi="Times New Roman" w:cs="Times New Roman"/>
          <w:vertAlign w:val="superscript"/>
          <w:lang w:val="en-GB"/>
        </w:rPr>
        <w:t>13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Pediatric Oncology, Faculty of Medicine,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Hacettepe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University, Ankara, Turkey.</w:t>
      </w:r>
      <w:proofErr w:type="gramEnd"/>
    </w:p>
    <w:p w14:paraId="30A79A1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14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Oncology, Hospital Virgen </w:t>
      </w:r>
      <w:proofErr w:type="gramStart"/>
      <w:r w:rsidRPr="00446767">
        <w:rPr>
          <w:rFonts w:ascii="Times New Roman" w:eastAsia="Times New Roman" w:hAnsi="Times New Roman" w:cs="Times New Roman"/>
          <w:lang w:val="en-GB" w:eastAsia="en-GB"/>
        </w:rPr>
        <w:t>del</w:t>
      </w:r>
      <w:proofErr w:type="gram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Rocío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Sevilla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>, Spain</w:t>
      </w:r>
    </w:p>
    <w:p w14:paraId="28D047B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15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Paediatric,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Institut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Curie, Paris, France</w:t>
      </w:r>
    </w:p>
    <w:p w14:paraId="595D0B81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16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Oncology/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Hematology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Charité-Universitätsmedizin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Berlin, Berlin, Germany</w:t>
      </w:r>
    </w:p>
    <w:p w14:paraId="618F38A4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17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Clinical Chemistry,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Sahlgrenska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University Hospital, Gothenburg, Sweden</w:t>
      </w:r>
    </w:p>
    <w:p w14:paraId="4E7CD12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18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 and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Hematology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Skane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University Hospital Lund, and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Karolinska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University Hospital, Stockholm, Sweden</w:t>
      </w:r>
    </w:p>
    <w:p w14:paraId="2571B73E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19</w:t>
      </w:r>
      <w:r w:rsidRPr="00446767">
        <w:rPr>
          <w:rFonts w:ascii="Times New Roman" w:eastAsia="Times New Roman" w:hAnsi="Times New Roman" w:cs="Times New Roman"/>
          <w:lang w:val="en-GB" w:eastAsia="en-GB"/>
        </w:rPr>
        <w:t>Paediatric Oncology, Royal Hospital for Children Glasgow, Glasgow, UK</w:t>
      </w:r>
    </w:p>
    <w:p w14:paraId="168F7DB9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20</w:t>
      </w:r>
      <w:r w:rsidRPr="00446767">
        <w:rPr>
          <w:rFonts w:ascii="Times New Roman" w:eastAsia="Times New Roman" w:hAnsi="Times New Roman" w:cs="Times New Roman"/>
          <w:lang w:val="en-GB" w:eastAsia="en-GB"/>
        </w:rPr>
        <w:t>Centre for Cancer Immunology, University of Southampton, Southampton, UK</w:t>
      </w:r>
    </w:p>
    <w:p w14:paraId="19D6DE87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21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Hematology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-Oncology, P&amp;Α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Kyriakou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Children's Hospital, </w:t>
      </w:r>
      <w:proofErr w:type="spellStart"/>
      <w:proofErr w:type="gramStart"/>
      <w:r w:rsidRPr="00446767">
        <w:rPr>
          <w:rFonts w:ascii="Times New Roman" w:eastAsia="Times New Roman" w:hAnsi="Times New Roman" w:cs="Times New Roman"/>
          <w:lang w:val="en-GB" w:eastAsia="en-GB"/>
        </w:rPr>
        <w:t>Αthens</w:t>
      </w:r>
      <w:proofErr w:type="spellEnd"/>
      <w:proofErr w:type="gramEnd"/>
      <w:r w:rsidRPr="00446767">
        <w:rPr>
          <w:rFonts w:ascii="Times New Roman" w:eastAsia="Times New Roman" w:hAnsi="Times New Roman" w:cs="Times New Roman"/>
          <w:lang w:val="en-GB" w:eastAsia="en-GB"/>
        </w:rPr>
        <w:t>, Greece</w:t>
      </w:r>
    </w:p>
    <w:p w14:paraId="63239CFC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22</w:t>
      </w:r>
      <w:r w:rsidRPr="00446767">
        <w:rPr>
          <w:rFonts w:ascii="Times New Roman" w:eastAsia="Times New Roman" w:hAnsi="Times New Roman" w:cs="Times New Roman"/>
          <w:lang w:val="en-GB" w:eastAsia="en-GB"/>
        </w:rPr>
        <w:t>Department of Pediatric Hemato-oncology and Clinical Department of Laboratory Medicine, University Hospital Leuven, Leuven, Belgium</w:t>
      </w:r>
    </w:p>
    <w:p w14:paraId="684A555F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</w:rPr>
        <w:t>23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Vall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d'Hebron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Hospital, Barcelona, Spain</w:t>
      </w:r>
    </w:p>
    <w:p w14:paraId="06BA17F3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24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Oncology-Hematology Unit,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 Group,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Biocruces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Bizkaia Health Research Institute, Hospital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Universitario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Cruces,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Barakaldo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>, Spain</w:t>
      </w:r>
    </w:p>
    <w:p w14:paraId="2C35711D" w14:textId="77777777" w:rsidR="00953AFF" w:rsidRPr="00446767" w:rsidRDefault="00953AFF" w:rsidP="00953AFF">
      <w:pPr>
        <w:spacing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25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Pediatric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Oncology and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Hematology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>, University Hospital Cologne, Cologne, Germany</w:t>
      </w:r>
    </w:p>
    <w:p w14:paraId="1F8CF7F8" w14:textId="6F83E324" w:rsidR="00046502" w:rsidRPr="00046502" w:rsidRDefault="00953AFF" w:rsidP="0044676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46767">
        <w:rPr>
          <w:rFonts w:ascii="Times New Roman" w:hAnsi="Times New Roman" w:cs="Times New Roman"/>
          <w:vertAlign w:val="superscript"/>
          <w:lang w:val="en-GB"/>
        </w:rPr>
        <w:t>26</w:t>
      </w:r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Department of Paediatric Haematology-Oncology, </w:t>
      </w:r>
      <w:proofErr w:type="spellStart"/>
      <w:r w:rsidRPr="00446767">
        <w:rPr>
          <w:rFonts w:ascii="Times New Roman" w:eastAsia="Times New Roman" w:hAnsi="Times New Roman" w:cs="Times New Roman"/>
          <w:lang w:val="en-GB" w:eastAsia="en-GB"/>
        </w:rPr>
        <w:t>Agia</w:t>
      </w:r>
      <w:proofErr w:type="spellEnd"/>
      <w:r w:rsidRPr="00446767">
        <w:rPr>
          <w:rFonts w:ascii="Times New Roman" w:eastAsia="Times New Roman" w:hAnsi="Times New Roman" w:cs="Times New Roman"/>
          <w:lang w:val="en-GB" w:eastAsia="en-GB"/>
        </w:rPr>
        <w:t xml:space="preserve"> Sofia Children's Hospital Athens, Athens, Greece</w:t>
      </w:r>
      <w:bookmarkStart w:id="0" w:name="_GoBack"/>
      <w:bookmarkEnd w:id="0"/>
      <w:r w:rsidR="00905FD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</w:r>
    </w:p>
    <w:sectPr w:rsidR="00046502" w:rsidRPr="00046502" w:rsidSect="00A87F9E">
      <w:footerReference w:type="default" r:id="rId9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FEA83" w16cex:dateUtc="2023-01-28T17:40:00Z"/>
  <w16cex:commentExtensible w16cex:durableId="277FEAC8" w16cex:dateUtc="2023-01-28T17:41:00Z"/>
  <w16cex:commentExtensible w16cex:durableId="277FEB6A" w16cex:dateUtc="2023-01-28T17:43:00Z"/>
  <w16cex:commentExtensible w16cex:durableId="277FEC8E" w16cex:dateUtc="2023-01-28T17:48:00Z"/>
  <w16cex:commentExtensible w16cex:durableId="277FED36" w16cex:dateUtc="2023-01-28T17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B9D5A9" w16cid:durableId="277FEA83"/>
  <w16cid:commentId w16cid:paraId="7EBF68C1" w16cid:durableId="277FEAC8"/>
  <w16cid:commentId w16cid:paraId="7DD4AF6C" w16cid:durableId="277FEB6A"/>
  <w16cid:commentId w16cid:paraId="73EFB223" w16cid:durableId="277FEC8E"/>
  <w16cid:commentId w16cid:paraId="5017434B" w16cid:durableId="2767FAC9"/>
  <w16cid:commentId w16cid:paraId="32ABBE01" w16cid:durableId="2767FACA"/>
  <w16cid:commentId w16cid:paraId="27125FEF" w16cid:durableId="277FE2D5"/>
  <w16cid:commentId w16cid:paraId="6A0D2F8E" w16cid:durableId="277FED36"/>
  <w16cid:commentId w16cid:paraId="26CFA0DE" w16cid:durableId="277FE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E5ADD" w14:textId="77777777" w:rsidR="00D0081F" w:rsidRDefault="00D0081F" w:rsidP="00763998">
      <w:pPr>
        <w:spacing w:after="0" w:line="240" w:lineRule="auto"/>
      </w:pPr>
      <w:r>
        <w:separator/>
      </w:r>
    </w:p>
  </w:endnote>
  <w:endnote w:type="continuationSeparator" w:id="0">
    <w:p w14:paraId="774AAD01" w14:textId="77777777" w:rsidR="00D0081F" w:rsidRDefault="00D0081F" w:rsidP="0076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75610"/>
      <w:docPartObj>
        <w:docPartGallery w:val="Page Numbers (Bottom of Page)"/>
        <w:docPartUnique/>
      </w:docPartObj>
    </w:sdtPr>
    <w:sdtEndPr/>
    <w:sdtContent>
      <w:p w14:paraId="535CFB64" w14:textId="47E770F9" w:rsidR="00CB6E89" w:rsidRDefault="00CB6E8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7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2507CA" w14:textId="77777777" w:rsidR="00CB6E89" w:rsidRDefault="00CB6E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BA111" w14:textId="77777777" w:rsidR="00D0081F" w:rsidRDefault="00D0081F" w:rsidP="00763998">
      <w:pPr>
        <w:spacing w:after="0" w:line="240" w:lineRule="auto"/>
      </w:pPr>
      <w:r>
        <w:separator/>
      </w:r>
    </w:p>
  </w:footnote>
  <w:footnote w:type="continuationSeparator" w:id="0">
    <w:p w14:paraId="4B27AC36" w14:textId="77777777" w:rsidR="00D0081F" w:rsidRDefault="00D0081F" w:rsidP="00763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3B44"/>
    <w:multiLevelType w:val="hybridMultilevel"/>
    <w:tmpl w:val="F77ACCB6"/>
    <w:lvl w:ilvl="0" w:tplc="0F2A1A3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74879"/>
    <w:multiLevelType w:val="hybridMultilevel"/>
    <w:tmpl w:val="4C9080CA"/>
    <w:lvl w:ilvl="0" w:tplc="B81210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355D3"/>
    <w:multiLevelType w:val="hybridMultilevel"/>
    <w:tmpl w:val="8ACEA3F8"/>
    <w:lvl w:ilvl="0" w:tplc="EB40AFC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0132E"/>
    <w:multiLevelType w:val="hybridMultilevel"/>
    <w:tmpl w:val="F44243E8"/>
    <w:lvl w:ilvl="0" w:tplc="11AAE2A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03C03"/>
    <w:multiLevelType w:val="hybridMultilevel"/>
    <w:tmpl w:val="E53A689C"/>
    <w:lvl w:ilvl="0" w:tplc="74C8BCF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E143F"/>
    <w:multiLevelType w:val="hybridMultilevel"/>
    <w:tmpl w:val="25CC8F96"/>
    <w:lvl w:ilvl="0" w:tplc="E36C57A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A04FF"/>
    <w:multiLevelType w:val="hybridMultilevel"/>
    <w:tmpl w:val="BD04D118"/>
    <w:lvl w:ilvl="0" w:tplc="78864D0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7303E"/>
    <w:multiLevelType w:val="hybridMultilevel"/>
    <w:tmpl w:val="4F000536"/>
    <w:lvl w:ilvl="0" w:tplc="6FFA28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2009C"/>
    <w:multiLevelType w:val="hybridMultilevel"/>
    <w:tmpl w:val="54E0ADCC"/>
    <w:lvl w:ilvl="0" w:tplc="101C56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A7339"/>
    <w:multiLevelType w:val="hybridMultilevel"/>
    <w:tmpl w:val="9066FE40"/>
    <w:lvl w:ilvl="0" w:tplc="A492119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C5840"/>
    <w:multiLevelType w:val="hybridMultilevel"/>
    <w:tmpl w:val="0A98DBA6"/>
    <w:lvl w:ilvl="0" w:tplc="099AD81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0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9wp0xt91pffz5ewzsapp990xxtztrp2w050&quot;&gt;My EndNote Library&lt;record-ids&gt;&lt;item&gt;1&lt;/item&gt;&lt;item&gt;3&lt;/item&gt;&lt;item&gt;4&lt;/item&gt;&lt;item&gt;5&lt;/item&gt;&lt;item&gt;8&lt;/item&gt;&lt;item&gt;9&lt;/item&gt;&lt;item&gt;134&lt;/item&gt;&lt;item&gt;135&lt;/item&gt;&lt;item&gt;142&lt;/item&gt;&lt;/record-ids&gt;&lt;/item&gt;&lt;/Libraries&gt;"/>
  </w:docVars>
  <w:rsids>
    <w:rsidRoot w:val="00B3703D"/>
    <w:rsid w:val="00000434"/>
    <w:rsid w:val="00000B8B"/>
    <w:rsid w:val="000027C9"/>
    <w:rsid w:val="00002B17"/>
    <w:rsid w:val="00003FE7"/>
    <w:rsid w:val="000048B8"/>
    <w:rsid w:val="00005291"/>
    <w:rsid w:val="000058AE"/>
    <w:rsid w:val="00005ADF"/>
    <w:rsid w:val="0000630C"/>
    <w:rsid w:val="0000718C"/>
    <w:rsid w:val="000075EA"/>
    <w:rsid w:val="00007EF4"/>
    <w:rsid w:val="000107F3"/>
    <w:rsid w:val="00011674"/>
    <w:rsid w:val="000119F0"/>
    <w:rsid w:val="000129D2"/>
    <w:rsid w:val="00013115"/>
    <w:rsid w:val="00013638"/>
    <w:rsid w:val="00014BE0"/>
    <w:rsid w:val="0001505F"/>
    <w:rsid w:val="00015737"/>
    <w:rsid w:val="00015F3B"/>
    <w:rsid w:val="0001634F"/>
    <w:rsid w:val="00022320"/>
    <w:rsid w:val="00022BC2"/>
    <w:rsid w:val="00022DFB"/>
    <w:rsid w:val="00022FB1"/>
    <w:rsid w:val="000236AE"/>
    <w:rsid w:val="00023DE2"/>
    <w:rsid w:val="00024549"/>
    <w:rsid w:val="000245EA"/>
    <w:rsid w:val="00024D68"/>
    <w:rsid w:val="00024FEE"/>
    <w:rsid w:val="000252A6"/>
    <w:rsid w:val="00026196"/>
    <w:rsid w:val="000272ED"/>
    <w:rsid w:val="00027680"/>
    <w:rsid w:val="00027B22"/>
    <w:rsid w:val="00027EA3"/>
    <w:rsid w:val="0003049B"/>
    <w:rsid w:val="00031615"/>
    <w:rsid w:val="00031D46"/>
    <w:rsid w:val="000328A9"/>
    <w:rsid w:val="00032C12"/>
    <w:rsid w:val="00032CB2"/>
    <w:rsid w:val="00033271"/>
    <w:rsid w:val="00033EFD"/>
    <w:rsid w:val="00036A6D"/>
    <w:rsid w:val="00037B3F"/>
    <w:rsid w:val="000401B1"/>
    <w:rsid w:val="00040D06"/>
    <w:rsid w:val="00040F9D"/>
    <w:rsid w:val="00042DDF"/>
    <w:rsid w:val="0004351D"/>
    <w:rsid w:val="00043CDD"/>
    <w:rsid w:val="000442B2"/>
    <w:rsid w:val="0004514C"/>
    <w:rsid w:val="00045151"/>
    <w:rsid w:val="00045EAD"/>
    <w:rsid w:val="00046502"/>
    <w:rsid w:val="00046E87"/>
    <w:rsid w:val="00047A79"/>
    <w:rsid w:val="0005075D"/>
    <w:rsid w:val="00050A98"/>
    <w:rsid w:val="00050DE1"/>
    <w:rsid w:val="00050F9B"/>
    <w:rsid w:val="0005189F"/>
    <w:rsid w:val="0005205D"/>
    <w:rsid w:val="000520BC"/>
    <w:rsid w:val="000521A6"/>
    <w:rsid w:val="00052424"/>
    <w:rsid w:val="00053D4B"/>
    <w:rsid w:val="00053DAE"/>
    <w:rsid w:val="00054468"/>
    <w:rsid w:val="00054829"/>
    <w:rsid w:val="00054C50"/>
    <w:rsid w:val="00054CD0"/>
    <w:rsid w:val="00055000"/>
    <w:rsid w:val="000557E6"/>
    <w:rsid w:val="00055D7F"/>
    <w:rsid w:val="00056F8D"/>
    <w:rsid w:val="00057568"/>
    <w:rsid w:val="00057756"/>
    <w:rsid w:val="000577E2"/>
    <w:rsid w:val="000577F4"/>
    <w:rsid w:val="00061AA6"/>
    <w:rsid w:val="00061C9D"/>
    <w:rsid w:val="00062D34"/>
    <w:rsid w:val="00062E65"/>
    <w:rsid w:val="000633A6"/>
    <w:rsid w:val="00063EED"/>
    <w:rsid w:val="00064486"/>
    <w:rsid w:val="0006560F"/>
    <w:rsid w:val="000659C4"/>
    <w:rsid w:val="00065A4F"/>
    <w:rsid w:val="00065AAB"/>
    <w:rsid w:val="00065E9D"/>
    <w:rsid w:val="00066167"/>
    <w:rsid w:val="00067F12"/>
    <w:rsid w:val="00071299"/>
    <w:rsid w:val="0007147D"/>
    <w:rsid w:val="000717D7"/>
    <w:rsid w:val="00071DB4"/>
    <w:rsid w:val="00071EB3"/>
    <w:rsid w:val="00072318"/>
    <w:rsid w:val="000733D6"/>
    <w:rsid w:val="00073AFC"/>
    <w:rsid w:val="000752A6"/>
    <w:rsid w:val="00075858"/>
    <w:rsid w:val="000759B1"/>
    <w:rsid w:val="00075CD2"/>
    <w:rsid w:val="0007691E"/>
    <w:rsid w:val="00077103"/>
    <w:rsid w:val="0007724E"/>
    <w:rsid w:val="0008000B"/>
    <w:rsid w:val="00080024"/>
    <w:rsid w:val="00080394"/>
    <w:rsid w:val="0008119D"/>
    <w:rsid w:val="0008135D"/>
    <w:rsid w:val="00081CEA"/>
    <w:rsid w:val="0008211A"/>
    <w:rsid w:val="0008217C"/>
    <w:rsid w:val="00082BA8"/>
    <w:rsid w:val="000838A3"/>
    <w:rsid w:val="000838F8"/>
    <w:rsid w:val="00085EB9"/>
    <w:rsid w:val="00086C2D"/>
    <w:rsid w:val="00087634"/>
    <w:rsid w:val="00090867"/>
    <w:rsid w:val="00090E04"/>
    <w:rsid w:val="00091AD5"/>
    <w:rsid w:val="0009272F"/>
    <w:rsid w:val="00093733"/>
    <w:rsid w:val="000938CF"/>
    <w:rsid w:val="00093B83"/>
    <w:rsid w:val="000948E2"/>
    <w:rsid w:val="000952E1"/>
    <w:rsid w:val="000964FC"/>
    <w:rsid w:val="000966EC"/>
    <w:rsid w:val="0009756E"/>
    <w:rsid w:val="00097DE2"/>
    <w:rsid w:val="000A0965"/>
    <w:rsid w:val="000A1E18"/>
    <w:rsid w:val="000A2253"/>
    <w:rsid w:val="000A2C32"/>
    <w:rsid w:val="000A3E64"/>
    <w:rsid w:val="000A501F"/>
    <w:rsid w:val="000A6D57"/>
    <w:rsid w:val="000A71E2"/>
    <w:rsid w:val="000A76F5"/>
    <w:rsid w:val="000A7935"/>
    <w:rsid w:val="000A7E83"/>
    <w:rsid w:val="000A7FE4"/>
    <w:rsid w:val="000B020E"/>
    <w:rsid w:val="000B0727"/>
    <w:rsid w:val="000B1180"/>
    <w:rsid w:val="000B184A"/>
    <w:rsid w:val="000B18A4"/>
    <w:rsid w:val="000B2149"/>
    <w:rsid w:val="000B3051"/>
    <w:rsid w:val="000B33B4"/>
    <w:rsid w:val="000B33C4"/>
    <w:rsid w:val="000B3A74"/>
    <w:rsid w:val="000B3D42"/>
    <w:rsid w:val="000B5025"/>
    <w:rsid w:val="000B50C1"/>
    <w:rsid w:val="000B50CD"/>
    <w:rsid w:val="000B532C"/>
    <w:rsid w:val="000B5F34"/>
    <w:rsid w:val="000B7FBA"/>
    <w:rsid w:val="000C073D"/>
    <w:rsid w:val="000C0CF9"/>
    <w:rsid w:val="000C1A07"/>
    <w:rsid w:val="000C2965"/>
    <w:rsid w:val="000C326B"/>
    <w:rsid w:val="000C3600"/>
    <w:rsid w:val="000C3C52"/>
    <w:rsid w:val="000C541D"/>
    <w:rsid w:val="000C58B3"/>
    <w:rsid w:val="000C5AEE"/>
    <w:rsid w:val="000C611E"/>
    <w:rsid w:val="000C7082"/>
    <w:rsid w:val="000C7862"/>
    <w:rsid w:val="000D0F7E"/>
    <w:rsid w:val="000D1200"/>
    <w:rsid w:val="000D213C"/>
    <w:rsid w:val="000D224E"/>
    <w:rsid w:val="000D26D2"/>
    <w:rsid w:val="000D2F6A"/>
    <w:rsid w:val="000D3DE6"/>
    <w:rsid w:val="000D438A"/>
    <w:rsid w:val="000D53A1"/>
    <w:rsid w:val="000D664F"/>
    <w:rsid w:val="000D6B8E"/>
    <w:rsid w:val="000D71B4"/>
    <w:rsid w:val="000E0A9F"/>
    <w:rsid w:val="000E0DD3"/>
    <w:rsid w:val="000E1AA6"/>
    <w:rsid w:val="000E2634"/>
    <w:rsid w:val="000E294D"/>
    <w:rsid w:val="000E4686"/>
    <w:rsid w:val="000E477E"/>
    <w:rsid w:val="000E5014"/>
    <w:rsid w:val="000E5021"/>
    <w:rsid w:val="000E51AF"/>
    <w:rsid w:val="000E5B30"/>
    <w:rsid w:val="000E70E0"/>
    <w:rsid w:val="000E73F3"/>
    <w:rsid w:val="000E74D4"/>
    <w:rsid w:val="000E76A2"/>
    <w:rsid w:val="000E7B4F"/>
    <w:rsid w:val="000F03CB"/>
    <w:rsid w:val="000F07A3"/>
    <w:rsid w:val="000F1413"/>
    <w:rsid w:val="000F1F43"/>
    <w:rsid w:val="000F1FB5"/>
    <w:rsid w:val="000F5C20"/>
    <w:rsid w:val="000F767D"/>
    <w:rsid w:val="000F7AA0"/>
    <w:rsid w:val="000F7CEA"/>
    <w:rsid w:val="001011FB"/>
    <w:rsid w:val="001021C9"/>
    <w:rsid w:val="00102244"/>
    <w:rsid w:val="00102A96"/>
    <w:rsid w:val="001034F7"/>
    <w:rsid w:val="00105192"/>
    <w:rsid w:val="0010527F"/>
    <w:rsid w:val="00105765"/>
    <w:rsid w:val="00105CF9"/>
    <w:rsid w:val="00105D67"/>
    <w:rsid w:val="00106864"/>
    <w:rsid w:val="00106964"/>
    <w:rsid w:val="00106E43"/>
    <w:rsid w:val="00110D65"/>
    <w:rsid w:val="001115E4"/>
    <w:rsid w:val="0011229B"/>
    <w:rsid w:val="00113640"/>
    <w:rsid w:val="00113DF8"/>
    <w:rsid w:val="001146D9"/>
    <w:rsid w:val="00114841"/>
    <w:rsid w:val="001158BB"/>
    <w:rsid w:val="00115AAB"/>
    <w:rsid w:val="001168CA"/>
    <w:rsid w:val="0011764C"/>
    <w:rsid w:val="00117C92"/>
    <w:rsid w:val="0012015D"/>
    <w:rsid w:val="001209ED"/>
    <w:rsid w:val="00120AD9"/>
    <w:rsid w:val="00121056"/>
    <w:rsid w:val="00121499"/>
    <w:rsid w:val="0012163B"/>
    <w:rsid w:val="001218E0"/>
    <w:rsid w:val="00122D75"/>
    <w:rsid w:val="0012441F"/>
    <w:rsid w:val="00124771"/>
    <w:rsid w:val="00125D69"/>
    <w:rsid w:val="00125FCE"/>
    <w:rsid w:val="00126D25"/>
    <w:rsid w:val="001270F1"/>
    <w:rsid w:val="001275F6"/>
    <w:rsid w:val="001309EA"/>
    <w:rsid w:val="00130BA4"/>
    <w:rsid w:val="00130E00"/>
    <w:rsid w:val="001315B6"/>
    <w:rsid w:val="00131657"/>
    <w:rsid w:val="001318CA"/>
    <w:rsid w:val="00131DE9"/>
    <w:rsid w:val="00131E1D"/>
    <w:rsid w:val="00132051"/>
    <w:rsid w:val="001321E4"/>
    <w:rsid w:val="00133074"/>
    <w:rsid w:val="00133127"/>
    <w:rsid w:val="0013372C"/>
    <w:rsid w:val="00133B32"/>
    <w:rsid w:val="00134960"/>
    <w:rsid w:val="00134F6F"/>
    <w:rsid w:val="00135229"/>
    <w:rsid w:val="0013547E"/>
    <w:rsid w:val="00135A24"/>
    <w:rsid w:val="0013620A"/>
    <w:rsid w:val="00136714"/>
    <w:rsid w:val="00137361"/>
    <w:rsid w:val="0014014E"/>
    <w:rsid w:val="00141614"/>
    <w:rsid w:val="0014172C"/>
    <w:rsid w:val="00141765"/>
    <w:rsid w:val="00141D66"/>
    <w:rsid w:val="00142109"/>
    <w:rsid w:val="00142B9A"/>
    <w:rsid w:val="00142C22"/>
    <w:rsid w:val="00142EDB"/>
    <w:rsid w:val="00143C79"/>
    <w:rsid w:val="001448F0"/>
    <w:rsid w:val="00146E7D"/>
    <w:rsid w:val="00147588"/>
    <w:rsid w:val="00150A61"/>
    <w:rsid w:val="00150B3A"/>
    <w:rsid w:val="00151532"/>
    <w:rsid w:val="00152278"/>
    <w:rsid w:val="001523C3"/>
    <w:rsid w:val="0015261A"/>
    <w:rsid w:val="001531C0"/>
    <w:rsid w:val="00153CB6"/>
    <w:rsid w:val="00153FE5"/>
    <w:rsid w:val="001542AD"/>
    <w:rsid w:val="0015451A"/>
    <w:rsid w:val="00154D15"/>
    <w:rsid w:val="00155AEC"/>
    <w:rsid w:val="00155B3E"/>
    <w:rsid w:val="00156968"/>
    <w:rsid w:val="00157135"/>
    <w:rsid w:val="001603ED"/>
    <w:rsid w:val="00160B99"/>
    <w:rsid w:val="001612DD"/>
    <w:rsid w:val="001618BE"/>
    <w:rsid w:val="0016250D"/>
    <w:rsid w:val="00162846"/>
    <w:rsid w:val="00162DA3"/>
    <w:rsid w:val="00163534"/>
    <w:rsid w:val="00164C4D"/>
    <w:rsid w:val="00165DC6"/>
    <w:rsid w:val="00166271"/>
    <w:rsid w:val="0016697C"/>
    <w:rsid w:val="00166B38"/>
    <w:rsid w:val="00166F8A"/>
    <w:rsid w:val="001674F1"/>
    <w:rsid w:val="00167945"/>
    <w:rsid w:val="00167D9C"/>
    <w:rsid w:val="00167F4E"/>
    <w:rsid w:val="001709BB"/>
    <w:rsid w:val="00170B6E"/>
    <w:rsid w:val="0017174E"/>
    <w:rsid w:val="00171D9F"/>
    <w:rsid w:val="001725B7"/>
    <w:rsid w:val="00173084"/>
    <w:rsid w:val="00173120"/>
    <w:rsid w:val="00173256"/>
    <w:rsid w:val="00173927"/>
    <w:rsid w:val="00174598"/>
    <w:rsid w:val="00174957"/>
    <w:rsid w:val="001749D8"/>
    <w:rsid w:val="00174D34"/>
    <w:rsid w:val="001753F4"/>
    <w:rsid w:val="00175DE4"/>
    <w:rsid w:val="00176128"/>
    <w:rsid w:val="001761F4"/>
    <w:rsid w:val="0017640C"/>
    <w:rsid w:val="001768BD"/>
    <w:rsid w:val="00176F63"/>
    <w:rsid w:val="00177E9E"/>
    <w:rsid w:val="0018006B"/>
    <w:rsid w:val="001800F8"/>
    <w:rsid w:val="0018088F"/>
    <w:rsid w:val="00180D4A"/>
    <w:rsid w:val="0018114C"/>
    <w:rsid w:val="001817C2"/>
    <w:rsid w:val="00181823"/>
    <w:rsid w:val="00182C69"/>
    <w:rsid w:val="001835DC"/>
    <w:rsid w:val="0018405B"/>
    <w:rsid w:val="001840FB"/>
    <w:rsid w:val="001849A9"/>
    <w:rsid w:val="001851B3"/>
    <w:rsid w:val="00185BD5"/>
    <w:rsid w:val="00185C5F"/>
    <w:rsid w:val="00185EDC"/>
    <w:rsid w:val="001866D5"/>
    <w:rsid w:val="001870D6"/>
    <w:rsid w:val="00187AC9"/>
    <w:rsid w:val="00191A12"/>
    <w:rsid w:val="00192B48"/>
    <w:rsid w:val="00192B62"/>
    <w:rsid w:val="00192FD2"/>
    <w:rsid w:val="00193586"/>
    <w:rsid w:val="00193DB4"/>
    <w:rsid w:val="00193EC2"/>
    <w:rsid w:val="0019445F"/>
    <w:rsid w:val="00195420"/>
    <w:rsid w:val="00195B53"/>
    <w:rsid w:val="00195F1B"/>
    <w:rsid w:val="001962ED"/>
    <w:rsid w:val="001967E8"/>
    <w:rsid w:val="00197027"/>
    <w:rsid w:val="00197351"/>
    <w:rsid w:val="001A107B"/>
    <w:rsid w:val="001A1D01"/>
    <w:rsid w:val="001A2253"/>
    <w:rsid w:val="001A2504"/>
    <w:rsid w:val="001A34BC"/>
    <w:rsid w:val="001A382D"/>
    <w:rsid w:val="001A4520"/>
    <w:rsid w:val="001A4B28"/>
    <w:rsid w:val="001A4DBE"/>
    <w:rsid w:val="001A52AA"/>
    <w:rsid w:val="001A5B59"/>
    <w:rsid w:val="001A72E2"/>
    <w:rsid w:val="001A7645"/>
    <w:rsid w:val="001B065A"/>
    <w:rsid w:val="001B078A"/>
    <w:rsid w:val="001B0B7B"/>
    <w:rsid w:val="001B186D"/>
    <w:rsid w:val="001B19E6"/>
    <w:rsid w:val="001B1C35"/>
    <w:rsid w:val="001B1DEA"/>
    <w:rsid w:val="001B2354"/>
    <w:rsid w:val="001B23DB"/>
    <w:rsid w:val="001B2883"/>
    <w:rsid w:val="001B3672"/>
    <w:rsid w:val="001B37DE"/>
    <w:rsid w:val="001B42FC"/>
    <w:rsid w:val="001B51A6"/>
    <w:rsid w:val="001B5A48"/>
    <w:rsid w:val="001B5FC7"/>
    <w:rsid w:val="001B6009"/>
    <w:rsid w:val="001B61E7"/>
    <w:rsid w:val="001B651C"/>
    <w:rsid w:val="001B65DF"/>
    <w:rsid w:val="001B6F70"/>
    <w:rsid w:val="001C0360"/>
    <w:rsid w:val="001C0842"/>
    <w:rsid w:val="001C0FFC"/>
    <w:rsid w:val="001C1A10"/>
    <w:rsid w:val="001C1A59"/>
    <w:rsid w:val="001C21F9"/>
    <w:rsid w:val="001C2448"/>
    <w:rsid w:val="001C2FB8"/>
    <w:rsid w:val="001C2FC5"/>
    <w:rsid w:val="001C4FB2"/>
    <w:rsid w:val="001C535D"/>
    <w:rsid w:val="001C5DEE"/>
    <w:rsid w:val="001C67D7"/>
    <w:rsid w:val="001C68BC"/>
    <w:rsid w:val="001C7B71"/>
    <w:rsid w:val="001D062A"/>
    <w:rsid w:val="001D089E"/>
    <w:rsid w:val="001D0BC0"/>
    <w:rsid w:val="001D0C7A"/>
    <w:rsid w:val="001D1118"/>
    <w:rsid w:val="001D15F1"/>
    <w:rsid w:val="001D1907"/>
    <w:rsid w:val="001D1933"/>
    <w:rsid w:val="001D2586"/>
    <w:rsid w:val="001D3AD7"/>
    <w:rsid w:val="001D3D2C"/>
    <w:rsid w:val="001D3DA4"/>
    <w:rsid w:val="001D3EF9"/>
    <w:rsid w:val="001D415D"/>
    <w:rsid w:val="001D5E2D"/>
    <w:rsid w:val="001D6285"/>
    <w:rsid w:val="001D677C"/>
    <w:rsid w:val="001D6D6C"/>
    <w:rsid w:val="001D7309"/>
    <w:rsid w:val="001D7B2E"/>
    <w:rsid w:val="001E033A"/>
    <w:rsid w:val="001E08BE"/>
    <w:rsid w:val="001E1318"/>
    <w:rsid w:val="001E1FEA"/>
    <w:rsid w:val="001E2F7D"/>
    <w:rsid w:val="001E32ED"/>
    <w:rsid w:val="001E4254"/>
    <w:rsid w:val="001E47D8"/>
    <w:rsid w:val="001E4ABA"/>
    <w:rsid w:val="001E5390"/>
    <w:rsid w:val="001E55E2"/>
    <w:rsid w:val="001E566A"/>
    <w:rsid w:val="001E5861"/>
    <w:rsid w:val="001E5A9D"/>
    <w:rsid w:val="001E684B"/>
    <w:rsid w:val="001F000F"/>
    <w:rsid w:val="001F009E"/>
    <w:rsid w:val="001F00AE"/>
    <w:rsid w:val="001F0204"/>
    <w:rsid w:val="001F05F9"/>
    <w:rsid w:val="001F0949"/>
    <w:rsid w:val="001F1680"/>
    <w:rsid w:val="001F17DC"/>
    <w:rsid w:val="001F1ABB"/>
    <w:rsid w:val="001F223B"/>
    <w:rsid w:val="001F3782"/>
    <w:rsid w:val="001F3B0A"/>
    <w:rsid w:val="001F46B1"/>
    <w:rsid w:val="001F48E3"/>
    <w:rsid w:val="001F4EE9"/>
    <w:rsid w:val="001F5260"/>
    <w:rsid w:val="001F59CF"/>
    <w:rsid w:val="001F5A29"/>
    <w:rsid w:val="001F5DA1"/>
    <w:rsid w:val="001F6B89"/>
    <w:rsid w:val="001F745B"/>
    <w:rsid w:val="001F7AC5"/>
    <w:rsid w:val="00200515"/>
    <w:rsid w:val="00201264"/>
    <w:rsid w:val="00201C69"/>
    <w:rsid w:val="00201DC1"/>
    <w:rsid w:val="00201E7F"/>
    <w:rsid w:val="00204018"/>
    <w:rsid w:val="00205990"/>
    <w:rsid w:val="00206057"/>
    <w:rsid w:val="0020613E"/>
    <w:rsid w:val="00207312"/>
    <w:rsid w:val="0020770F"/>
    <w:rsid w:val="00207F3D"/>
    <w:rsid w:val="00210657"/>
    <w:rsid w:val="00210CCA"/>
    <w:rsid w:val="00211410"/>
    <w:rsid w:val="00211ACA"/>
    <w:rsid w:val="00211CBD"/>
    <w:rsid w:val="002136C6"/>
    <w:rsid w:val="00213EFE"/>
    <w:rsid w:val="002140A2"/>
    <w:rsid w:val="0021465E"/>
    <w:rsid w:val="00214A3F"/>
    <w:rsid w:val="00214AA5"/>
    <w:rsid w:val="00214DD6"/>
    <w:rsid w:val="00215B16"/>
    <w:rsid w:val="00216079"/>
    <w:rsid w:val="0021643C"/>
    <w:rsid w:val="002167BF"/>
    <w:rsid w:val="00216CB3"/>
    <w:rsid w:val="0021770B"/>
    <w:rsid w:val="0021787E"/>
    <w:rsid w:val="00217FFC"/>
    <w:rsid w:val="002201E3"/>
    <w:rsid w:val="00221343"/>
    <w:rsid w:val="00222322"/>
    <w:rsid w:val="0022290A"/>
    <w:rsid w:val="00222E40"/>
    <w:rsid w:val="00225DDA"/>
    <w:rsid w:val="0022790F"/>
    <w:rsid w:val="00231C1E"/>
    <w:rsid w:val="0023216F"/>
    <w:rsid w:val="002329C4"/>
    <w:rsid w:val="002332DE"/>
    <w:rsid w:val="002337BC"/>
    <w:rsid w:val="00234CAE"/>
    <w:rsid w:val="00234DF6"/>
    <w:rsid w:val="00235247"/>
    <w:rsid w:val="00235275"/>
    <w:rsid w:val="00235A07"/>
    <w:rsid w:val="00235D70"/>
    <w:rsid w:val="00236B25"/>
    <w:rsid w:val="00236E2F"/>
    <w:rsid w:val="00237D81"/>
    <w:rsid w:val="00241F53"/>
    <w:rsid w:val="002424AF"/>
    <w:rsid w:val="00242761"/>
    <w:rsid w:val="00243F27"/>
    <w:rsid w:val="00243F77"/>
    <w:rsid w:val="00244C3C"/>
    <w:rsid w:val="00244CC2"/>
    <w:rsid w:val="0024523D"/>
    <w:rsid w:val="00245451"/>
    <w:rsid w:val="00245540"/>
    <w:rsid w:val="00246225"/>
    <w:rsid w:val="002469BC"/>
    <w:rsid w:val="00246A00"/>
    <w:rsid w:val="00247AF4"/>
    <w:rsid w:val="00247D25"/>
    <w:rsid w:val="002501D7"/>
    <w:rsid w:val="0025067E"/>
    <w:rsid w:val="002510AD"/>
    <w:rsid w:val="00251AE2"/>
    <w:rsid w:val="002520BF"/>
    <w:rsid w:val="0025305F"/>
    <w:rsid w:val="002538B4"/>
    <w:rsid w:val="00253D91"/>
    <w:rsid w:val="00255D80"/>
    <w:rsid w:val="00255F88"/>
    <w:rsid w:val="00255FFB"/>
    <w:rsid w:val="002560B4"/>
    <w:rsid w:val="002569B4"/>
    <w:rsid w:val="00256DD4"/>
    <w:rsid w:val="00257241"/>
    <w:rsid w:val="0025752A"/>
    <w:rsid w:val="0025789E"/>
    <w:rsid w:val="00257C3E"/>
    <w:rsid w:val="00260A66"/>
    <w:rsid w:val="00260B8C"/>
    <w:rsid w:val="00260BA3"/>
    <w:rsid w:val="00260C9E"/>
    <w:rsid w:val="00261E6F"/>
    <w:rsid w:val="00264A84"/>
    <w:rsid w:val="00265831"/>
    <w:rsid w:val="00265863"/>
    <w:rsid w:val="00265B91"/>
    <w:rsid w:val="00266883"/>
    <w:rsid w:val="00266C45"/>
    <w:rsid w:val="00266F07"/>
    <w:rsid w:val="002671BF"/>
    <w:rsid w:val="002673D0"/>
    <w:rsid w:val="00267531"/>
    <w:rsid w:val="002676F4"/>
    <w:rsid w:val="00267838"/>
    <w:rsid w:val="00270728"/>
    <w:rsid w:val="002707D6"/>
    <w:rsid w:val="00271FD6"/>
    <w:rsid w:val="002723A0"/>
    <w:rsid w:val="0027385D"/>
    <w:rsid w:val="00273E37"/>
    <w:rsid w:val="002743EF"/>
    <w:rsid w:val="00276164"/>
    <w:rsid w:val="00276A62"/>
    <w:rsid w:val="002773EF"/>
    <w:rsid w:val="002774A2"/>
    <w:rsid w:val="0027771F"/>
    <w:rsid w:val="00280175"/>
    <w:rsid w:val="002812A4"/>
    <w:rsid w:val="002819BC"/>
    <w:rsid w:val="00281A0B"/>
    <w:rsid w:val="00281CC5"/>
    <w:rsid w:val="00282E90"/>
    <w:rsid w:val="00284190"/>
    <w:rsid w:val="002845DA"/>
    <w:rsid w:val="00284856"/>
    <w:rsid w:val="002863C1"/>
    <w:rsid w:val="002865AA"/>
    <w:rsid w:val="00286BC0"/>
    <w:rsid w:val="002925E0"/>
    <w:rsid w:val="002925F8"/>
    <w:rsid w:val="002927C7"/>
    <w:rsid w:val="00292E2B"/>
    <w:rsid w:val="002936A8"/>
    <w:rsid w:val="00293B26"/>
    <w:rsid w:val="002942B2"/>
    <w:rsid w:val="00294B05"/>
    <w:rsid w:val="00295066"/>
    <w:rsid w:val="002958E2"/>
    <w:rsid w:val="0029618B"/>
    <w:rsid w:val="00296AFE"/>
    <w:rsid w:val="0029762D"/>
    <w:rsid w:val="002977C8"/>
    <w:rsid w:val="002A00B5"/>
    <w:rsid w:val="002A08D1"/>
    <w:rsid w:val="002A1A59"/>
    <w:rsid w:val="002A22EC"/>
    <w:rsid w:val="002A248C"/>
    <w:rsid w:val="002A342B"/>
    <w:rsid w:val="002A3BF7"/>
    <w:rsid w:val="002A3CAE"/>
    <w:rsid w:val="002A4060"/>
    <w:rsid w:val="002A43EB"/>
    <w:rsid w:val="002A444A"/>
    <w:rsid w:val="002A4FBD"/>
    <w:rsid w:val="002A5211"/>
    <w:rsid w:val="002A5587"/>
    <w:rsid w:val="002A55F2"/>
    <w:rsid w:val="002A5679"/>
    <w:rsid w:val="002A567D"/>
    <w:rsid w:val="002A618D"/>
    <w:rsid w:val="002A6AE9"/>
    <w:rsid w:val="002A7974"/>
    <w:rsid w:val="002A7A71"/>
    <w:rsid w:val="002A7B41"/>
    <w:rsid w:val="002A7DA3"/>
    <w:rsid w:val="002B0093"/>
    <w:rsid w:val="002B0378"/>
    <w:rsid w:val="002B0962"/>
    <w:rsid w:val="002B0FB9"/>
    <w:rsid w:val="002B3550"/>
    <w:rsid w:val="002B44B6"/>
    <w:rsid w:val="002B5C39"/>
    <w:rsid w:val="002B60A5"/>
    <w:rsid w:val="002B6B3A"/>
    <w:rsid w:val="002B73D6"/>
    <w:rsid w:val="002B782D"/>
    <w:rsid w:val="002B7EEB"/>
    <w:rsid w:val="002C0824"/>
    <w:rsid w:val="002C0F15"/>
    <w:rsid w:val="002C0F9E"/>
    <w:rsid w:val="002C333D"/>
    <w:rsid w:val="002C354C"/>
    <w:rsid w:val="002C4671"/>
    <w:rsid w:val="002C4750"/>
    <w:rsid w:val="002C53F4"/>
    <w:rsid w:val="002C5B12"/>
    <w:rsid w:val="002C5F37"/>
    <w:rsid w:val="002C6F8F"/>
    <w:rsid w:val="002C70D2"/>
    <w:rsid w:val="002C75D0"/>
    <w:rsid w:val="002C7C4E"/>
    <w:rsid w:val="002D0632"/>
    <w:rsid w:val="002D0828"/>
    <w:rsid w:val="002D16CE"/>
    <w:rsid w:val="002D1789"/>
    <w:rsid w:val="002D22C9"/>
    <w:rsid w:val="002D37FA"/>
    <w:rsid w:val="002D3A42"/>
    <w:rsid w:val="002D431B"/>
    <w:rsid w:val="002D45BB"/>
    <w:rsid w:val="002D5162"/>
    <w:rsid w:val="002D563B"/>
    <w:rsid w:val="002D671A"/>
    <w:rsid w:val="002D6C7B"/>
    <w:rsid w:val="002D73DC"/>
    <w:rsid w:val="002D7EB2"/>
    <w:rsid w:val="002E0913"/>
    <w:rsid w:val="002E25B3"/>
    <w:rsid w:val="002E27EE"/>
    <w:rsid w:val="002E2A31"/>
    <w:rsid w:val="002E5DA8"/>
    <w:rsid w:val="002E5EA9"/>
    <w:rsid w:val="002E63A0"/>
    <w:rsid w:val="002E6FDF"/>
    <w:rsid w:val="002F0263"/>
    <w:rsid w:val="002F0777"/>
    <w:rsid w:val="002F11E9"/>
    <w:rsid w:val="002F175B"/>
    <w:rsid w:val="002F1870"/>
    <w:rsid w:val="002F1C70"/>
    <w:rsid w:val="002F2495"/>
    <w:rsid w:val="002F3184"/>
    <w:rsid w:val="002F3441"/>
    <w:rsid w:val="002F3578"/>
    <w:rsid w:val="002F3963"/>
    <w:rsid w:val="002F3B48"/>
    <w:rsid w:val="002F42EE"/>
    <w:rsid w:val="002F4BB1"/>
    <w:rsid w:val="002F6067"/>
    <w:rsid w:val="002F74B0"/>
    <w:rsid w:val="0030055F"/>
    <w:rsid w:val="003010E3"/>
    <w:rsid w:val="00301389"/>
    <w:rsid w:val="0030173A"/>
    <w:rsid w:val="00301B78"/>
    <w:rsid w:val="00301F9E"/>
    <w:rsid w:val="00302B6B"/>
    <w:rsid w:val="00302D73"/>
    <w:rsid w:val="00303C14"/>
    <w:rsid w:val="00303D6D"/>
    <w:rsid w:val="0030514E"/>
    <w:rsid w:val="00305EBC"/>
    <w:rsid w:val="0030630F"/>
    <w:rsid w:val="003065B6"/>
    <w:rsid w:val="003065D3"/>
    <w:rsid w:val="00306C3F"/>
    <w:rsid w:val="00306CBC"/>
    <w:rsid w:val="003075B5"/>
    <w:rsid w:val="00307B0D"/>
    <w:rsid w:val="00307D11"/>
    <w:rsid w:val="00310883"/>
    <w:rsid w:val="0031178E"/>
    <w:rsid w:val="0031199A"/>
    <w:rsid w:val="00311A09"/>
    <w:rsid w:val="00311B6E"/>
    <w:rsid w:val="00312002"/>
    <w:rsid w:val="00312591"/>
    <w:rsid w:val="00313B06"/>
    <w:rsid w:val="00313C1B"/>
    <w:rsid w:val="00313E36"/>
    <w:rsid w:val="00314692"/>
    <w:rsid w:val="003149E1"/>
    <w:rsid w:val="00314B31"/>
    <w:rsid w:val="00315F58"/>
    <w:rsid w:val="0031629B"/>
    <w:rsid w:val="00316729"/>
    <w:rsid w:val="00316A1D"/>
    <w:rsid w:val="0032000A"/>
    <w:rsid w:val="00320B1B"/>
    <w:rsid w:val="00320EC4"/>
    <w:rsid w:val="00321102"/>
    <w:rsid w:val="003214A4"/>
    <w:rsid w:val="00322A1E"/>
    <w:rsid w:val="00322BCD"/>
    <w:rsid w:val="00323097"/>
    <w:rsid w:val="003230C0"/>
    <w:rsid w:val="00323EA8"/>
    <w:rsid w:val="00324804"/>
    <w:rsid w:val="00324E29"/>
    <w:rsid w:val="00325562"/>
    <w:rsid w:val="00325868"/>
    <w:rsid w:val="003271F4"/>
    <w:rsid w:val="00327E8A"/>
    <w:rsid w:val="003326BA"/>
    <w:rsid w:val="003331B3"/>
    <w:rsid w:val="00333B59"/>
    <w:rsid w:val="00336132"/>
    <w:rsid w:val="00336836"/>
    <w:rsid w:val="00337578"/>
    <w:rsid w:val="00337BB8"/>
    <w:rsid w:val="00337DC2"/>
    <w:rsid w:val="0034033E"/>
    <w:rsid w:val="00340CC2"/>
    <w:rsid w:val="0034100B"/>
    <w:rsid w:val="00343741"/>
    <w:rsid w:val="00344446"/>
    <w:rsid w:val="0034531D"/>
    <w:rsid w:val="003459D8"/>
    <w:rsid w:val="00346632"/>
    <w:rsid w:val="00346E24"/>
    <w:rsid w:val="00347570"/>
    <w:rsid w:val="00347C54"/>
    <w:rsid w:val="00347CB4"/>
    <w:rsid w:val="0035065F"/>
    <w:rsid w:val="003522DB"/>
    <w:rsid w:val="00352AA8"/>
    <w:rsid w:val="00353952"/>
    <w:rsid w:val="00353E2C"/>
    <w:rsid w:val="00353F9E"/>
    <w:rsid w:val="00355163"/>
    <w:rsid w:val="00355C7E"/>
    <w:rsid w:val="00356093"/>
    <w:rsid w:val="00356377"/>
    <w:rsid w:val="00360BBF"/>
    <w:rsid w:val="003611D6"/>
    <w:rsid w:val="00361461"/>
    <w:rsid w:val="003618E8"/>
    <w:rsid w:val="00361D75"/>
    <w:rsid w:val="00361E71"/>
    <w:rsid w:val="00363169"/>
    <w:rsid w:val="003631F0"/>
    <w:rsid w:val="00363FD9"/>
    <w:rsid w:val="00365BCC"/>
    <w:rsid w:val="00365DAE"/>
    <w:rsid w:val="0036613E"/>
    <w:rsid w:val="003661D9"/>
    <w:rsid w:val="0036630B"/>
    <w:rsid w:val="00366A14"/>
    <w:rsid w:val="00366D28"/>
    <w:rsid w:val="00367425"/>
    <w:rsid w:val="003677D8"/>
    <w:rsid w:val="0037014B"/>
    <w:rsid w:val="00370632"/>
    <w:rsid w:val="0037119C"/>
    <w:rsid w:val="00371722"/>
    <w:rsid w:val="00371DC1"/>
    <w:rsid w:val="003738A3"/>
    <w:rsid w:val="00373BB5"/>
    <w:rsid w:val="00373FD3"/>
    <w:rsid w:val="00375266"/>
    <w:rsid w:val="00375520"/>
    <w:rsid w:val="00375A38"/>
    <w:rsid w:val="00375E19"/>
    <w:rsid w:val="00377FD5"/>
    <w:rsid w:val="00380497"/>
    <w:rsid w:val="00380685"/>
    <w:rsid w:val="00381706"/>
    <w:rsid w:val="0038178F"/>
    <w:rsid w:val="003819A7"/>
    <w:rsid w:val="00381D06"/>
    <w:rsid w:val="00381D4F"/>
    <w:rsid w:val="00381D5E"/>
    <w:rsid w:val="00381DB5"/>
    <w:rsid w:val="00383DAD"/>
    <w:rsid w:val="00384513"/>
    <w:rsid w:val="00384C66"/>
    <w:rsid w:val="003850CA"/>
    <w:rsid w:val="00385197"/>
    <w:rsid w:val="003853B7"/>
    <w:rsid w:val="003858FC"/>
    <w:rsid w:val="00385B01"/>
    <w:rsid w:val="00385F5D"/>
    <w:rsid w:val="00386788"/>
    <w:rsid w:val="003871DF"/>
    <w:rsid w:val="00387707"/>
    <w:rsid w:val="00387A46"/>
    <w:rsid w:val="003910BD"/>
    <w:rsid w:val="003922B6"/>
    <w:rsid w:val="003922ED"/>
    <w:rsid w:val="0039307A"/>
    <w:rsid w:val="00393392"/>
    <w:rsid w:val="00393943"/>
    <w:rsid w:val="00393B40"/>
    <w:rsid w:val="003940CB"/>
    <w:rsid w:val="0039421A"/>
    <w:rsid w:val="003961BB"/>
    <w:rsid w:val="00396B5B"/>
    <w:rsid w:val="003972AD"/>
    <w:rsid w:val="003A15E0"/>
    <w:rsid w:val="003A18B0"/>
    <w:rsid w:val="003A262A"/>
    <w:rsid w:val="003A2864"/>
    <w:rsid w:val="003A3281"/>
    <w:rsid w:val="003A384B"/>
    <w:rsid w:val="003A4789"/>
    <w:rsid w:val="003A4B9B"/>
    <w:rsid w:val="003A4DFC"/>
    <w:rsid w:val="003A522C"/>
    <w:rsid w:val="003A5260"/>
    <w:rsid w:val="003A5601"/>
    <w:rsid w:val="003A567F"/>
    <w:rsid w:val="003A5AB9"/>
    <w:rsid w:val="003A66BD"/>
    <w:rsid w:val="003A68FA"/>
    <w:rsid w:val="003A6C59"/>
    <w:rsid w:val="003A7136"/>
    <w:rsid w:val="003A7267"/>
    <w:rsid w:val="003A73C7"/>
    <w:rsid w:val="003A7430"/>
    <w:rsid w:val="003A7820"/>
    <w:rsid w:val="003A784A"/>
    <w:rsid w:val="003A7966"/>
    <w:rsid w:val="003A7FDE"/>
    <w:rsid w:val="003B0087"/>
    <w:rsid w:val="003B01C5"/>
    <w:rsid w:val="003B0232"/>
    <w:rsid w:val="003B02F6"/>
    <w:rsid w:val="003B0462"/>
    <w:rsid w:val="003B27C5"/>
    <w:rsid w:val="003B2998"/>
    <w:rsid w:val="003B38D4"/>
    <w:rsid w:val="003B4737"/>
    <w:rsid w:val="003B4B79"/>
    <w:rsid w:val="003B5131"/>
    <w:rsid w:val="003B5547"/>
    <w:rsid w:val="003B57E3"/>
    <w:rsid w:val="003B61D0"/>
    <w:rsid w:val="003B6A64"/>
    <w:rsid w:val="003C0EA4"/>
    <w:rsid w:val="003C0F4F"/>
    <w:rsid w:val="003C16E3"/>
    <w:rsid w:val="003C1F75"/>
    <w:rsid w:val="003C278B"/>
    <w:rsid w:val="003C287D"/>
    <w:rsid w:val="003C2FFA"/>
    <w:rsid w:val="003C3A3F"/>
    <w:rsid w:val="003C4D7F"/>
    <w:rsid w:val="003C58B1"/>
    <w:rsid w:val="003C68AD"/>
    <w:rsid w:val="003C7886"/>
    <w:rsid w:val="003D015F"/>
    <w:rsid w:val="003D0551"/>
    <w:rsid w:val="003D06DE"/>
    <w:rsid w:val="003D10BC"/>
    <w:rsid w:val="003D1235"/>
    <w:rsid w:val="003D17FC"/>
    <w:rsid w:val="003D1F50"/>
    <w:rsid w:val="003D2045"/>
    <w:rsid w:val="003D2411"/>
    <w:rsid w:val="003D2FD9"/>
    <w:rsid w:val="003D3F6F"/>
    <w:rsid w:val="003D47BD"/>
    <w:rsid w:val="003D531A"/>
    <w:rsid w:val="003D5E49"/>
    <w:rsid w:val="003D6051"/>
    <w:rsid w:val="003D6F6B"/>
    <w:rsid w:val="003D737E"/>
    <w:rsid w:val="003D7CFB"/>
    <w:rsid w:val="003E0165"/>
    <w:rsid w:val="003E2245"/>
    <w:rsid w:val="003E2B48"/>
    <w:rsid w:val="003E3A55"/>
    <w:rsid w:val="003E3FB9"/>
    <w:rsid w:val="003E4682"/>
    <w:rsid w:val="003E46B6"/>
    <w:rsid w:val="003E4B48"/>
    <w:rsid w:val="003E4C99"/>
    <w:rsid w:val="003E5940"/>
    <w:rsid w:val="003E5E9C"/>
    <w:rsid w:val="003E605B"/>
    <w:rsid w:val="003E66C9"/>
    <w:rsid w:val="003E724F"/>
    <w:rsid w:val="003E750D"/>
    <w:rsid w:val="003E7EC5"/>
    <w:rsid w:val="003F1A43"/>
    <w:rsid w:val="003F3F04"/>
    <w:rsid w:val="003F3F8A"/>
    <w:rsid w:val="003F5710"/>
    <w:rsid w:val="003F5DE9"/>
    <w:rsid w:val="003F63F2"/>
    <w:rsid w:val="003F762D"/>
    <w:rsid w:val="004014EE"/>
    <w:rsid w:val="00402503"/>
    <w:rsid w:val="00402C7B"/>
    <w:rsid w:val="00402DD3"/>
    <w:rsid w:val="00402E35"/>
    <w:rsid w:val="00403239"/>
    <w:rsid w:val="004034D3"/>
    <w:rsid w:val="00404148"/>
    <w:rsid w:val="00404964"/>
    <w:rsid w:val="0040545B"/>
    <w:rsid w:val="004054CF"/>
    <w:rsid w:val="004063F0"/>
    <w:rsid w:val="00406C17"/>
    <w:rsid w:val="00407754"/>
    <w:rsid w:val="00407F69"/>
    <w:rsid w:val="0041059D"/>
    <w:rsid w:val="00411001"/>
    <w:rsid w:val="00411418"/>
    <w:rsid w:val="00411750"/>
    <w:rsid w:val="00412196"/>
    <w:rsid w:val="00412540"/>
    <w:rsid w:val="00412B81"/>
    <w:rsid w:val="00412C85"/>
    <w:rsid w:val="00413080"/>
    <w:rsid w:val="00413B81"/>
    <w:rsid w:val="00413F4D"/>
    <w:rsid w:val="004144AF"/>
    <w:rsid w:val="004146F8"/>
    <w:rsid w:val="0041494B"/>
    <w:rsid w:val="004150FF"/>
    <w:rsid w:val="004151D8"/>
    <w:rsid w:val="00415AED"/>
    <w:rsid w:val="0041604F"/>
    <w:rsid w:val="0041635C"/>
    <w:rsid w:val="0041640E"/>
    <w:rsid w:val="0041641E"/>
    <w:rsid w:val="0041678D"/>
    <w:rsid w:val="004172E0"/>
    <w:rsid w:val="00417356"/>
    <w:rsid w:val="00417372"/>
    <w:rsid w:val="004175D0"/>
    <w:rsid w:val="004175E3"/>
    <w:rsid w:val="004202A9"/>
    <w:rsid w:val="0042065B"/>
    <w:rsid w:val="004208D8"/>
    <w:rsid w:val="0042094A"/>
    <w:rsid w:val="00420EDD"/>
    <w:rsid w:val="004211C3"/>
    <w:rsid w:val="00421D1F"/>
    <w:rsid w:val="004227DA"/>
    <w:rsid w:val="00422F10"/>
    <w:rsid w:val="004231E9"/>
    <w:rsid w:val="00423225"/>
    <w:rsid w:val="00423A87"/>
    <w:rsid w:val="004247F4"/>
    <w:rsid w:val="00424DDF"/>
    <w:rsid w:val="00425CAA"/>
    <w:rsid w:val="00425D78"/>
    <w:rsid w:val="00426533"/>
    <w:rsid w:val="00426878"/>
    <w:rsid w:val="00426AC6"/>
    <w:rsid w:val="00426BD4"/>
    <w:rsid w:val="004279F5"/>
    <w:rsid w:val="0043023C"/>
    <w:rsid w:val="004303D8"/>
    <w:rsid w:val="00430833"/>
    <w:rsid w:val="004311E4"/>
    <w:rsid w:val="004312A0"/>
    <w:rsid w:val="00431662"/>
    <w:rsid w:val="004316FA"/>
    <w:rsid w:val="00431A5C"/>
    <w:rsid w:val="00432011"/>
    <w:rsid w:val="00432209"/>
    <w:rsid w:val="00433009"/>
    <w:rsid w:val="004332D3"/>
    <w:rsid w:val="0043364F"/>
    <w:rsid w:val="004337EC"/>
    <w:rsid w:val="0043423F"/>
    <w:rsid w:val="004342E1"/>
    <w:rsid w:val="0043460D"/>
    <w:rsid w:val="00435A2E"/>
    <w:rsid w:val="00435AD0"/>
    <w:rsid w:val="004376B0"/>
    <w:rsid w:val="004377ED"/>
    <w:rsid w:val="00437C8E"/>
    <w:rsid w:val="00437E88"/>
    <w:rsid w:val="00440C6A"/>
    <w:rsid w:val="0044129E"/>
    <w:rsid w:val="004425B3"/>
    <w:rsid w:val="0044386E"/>
    <w:rsid w:val="00443C5D"/>
    <w:rsid w:val="00444362"/>
    <w:rsid w:val="00444467"/>
    <w:rsid w:val="00444589"/>
    <w:rsid w:val="00444CD2"/>
    <w:rsid w:val="004452DA"/>
    <w:rsid w:val="004458F0"/>
    <w:rsid w:val="004459DB"/>
    <w:rsid w:val="00445DC5"/>
    <w:rsid w:val="00446767"/>
    <w:rsid w:val="00446FEA"/>
    <w:rsid w:val="0044746F"/>
    <w:rsid w:val="004503C8"/>
    <w:rsid w:val="004515B8"/>
    <w:rsid w:val="00451BE7"/>
    <w:rsid w:val="00452A52"/>
    <w:rsid w:val="00452C62"/>
    <w:rsid w:val="0045349A"/>
    <w:rsid w:val="00454151"/>
    <w:rsid w:val="004566E7"/>
    <w:rsid w:val="00456A81"/>
    <w:rsid w:val="00460FBB"/>
    <w:rsid w:val="0046129C"/>
    <w:rsid w:val="004619E5"/>
    <w:rsid w:val="004621BE"/>
    <w:rsid w:val="00462CD0"/>
    <w:rsid w:val="00462DD1"/>
    <w:rsid w:val="0046309F"/>
    <w:rsid w:val="00463411"/>
    <w:rsid w:val="004647D7"/>
    <w:rsid w:val="004650CD"/>
    <w:rsid w:val="00465276"/>
    <w:rsid w:val="00465BFE"/>
    <w:rsid w:val="0046653C"/>
    <w:rsid w:val="0046690A"/>
    <w:rsid w:val="0046699B"/>
    <w:rsid w:val="004669B3"/>
    <w:rsid w:val="00470CB3"/>
    <w:rsid w:val="00470FA6"/>
    <w:rsid w:val="0047287E"/>
    <w:rsid w:val="0047316B"/>
    <w:rsid w:val="004740EC"/>
    <w:rsid w:val="00474366"/>
    <w:rsid w:val="00477251"/>
    <w:rsid w:val="00480470"/>
    <w:rsid w:val="00480FFD"/>
    <w:rsid w:val="00481F36"/>
    <w:rsid w:val="00482804"/>
    <w:rsid w:val="00482963"/>
    <w:rsid w:val="00483B57"/>
    <w:rsid w:val="004846D9"/>
    <w:rsid w:val="00486686"/>
    <w:rsid w:val="0048722F"/>
    <w:rsid w:val="004877E9"/>
    <w:rsid w:val="0049033F"/>
    <w:rsid w:val="0049096B"/>
    <w:rsid w:val="00490CAF"/>
    <w:rsid w:val="0049137A"/>
    <w:rsid w:val="00491BC4"/>
    <w:rsid w:val="0049254E"/>
    <w:rsid w:val="00493DA4"/>
    <w:rsid w:val="00495E29"/>
    <w:rsid w:val="004962EE"/>
    <w:rsid w:val="00496FA5"/>
    <w:rsid w:val="00497133"/>
    <w:rsid w:val="004973B4"/>
    <w:rsid w:val="00497DA9"/>
    <w:rsid w:val="00497F83"/>
    <w:rsid w:val="004A057D"/>
    <w:rsid w:val="004A09E3"/>
    <w:rsid w:val="004A0C0B"/>
    <w:rsid w:val="004A0C55"/>
    <w:rsid w:val="004A0DC7"/>
    <w:rsid w:val="004A1290"/>
    <w:rsid w:val="004A26B0"/>
    <w:rsid w:val="004A2A16"/>
    <w:rsid w:val="004A2B38"/>
    <w:rsid w:val="004A3B0B"/>
    <w:rsid w:val="004A3C75"/>
    <w:rsid w:val="004A42F9"/>
    <w:rsid w:val="004A43D0"/>
    <w:rsid w:val="004A4BF4"/>
    <w:rsid w:val="004A5091"/>
    <w:rsid w:val="004A534E"/>
    <w:rsid w:val="004A576E"/>
    <w:rsid w:val="004A64A8"/>
    <w:rsid w:val="004A67DB"/>
    <w:rsid w:val="004A6A79"/>
    <w:rsid w:val="004A75E9"/>
    <w:rsid w:val="004B176B"/>
    <w:rsid w:val="004B1BF5"/>
    <w:rsid w:val="004B1F2C"/>
    <w:rsid w:val="004B21EF"/>
    <w:rsid w:val="004B24E3"/>
    <w:rsid w:val="004B2DDD"/>
    <w:rsid w:val="004B2FC1"/>
    <w:rsid w:val="004B407A"/>
    <w:rsid w:val="004B4E31"/>
    <w:rsid w:val="004B5B0F"/>
    <w:rsid w:val="004B5BA3"/>
    <w:rsid w:val="004B601A"/>
    <w:rsid w:val="004B6296"/>
    <w:rsid w:val="004B6B8A"/>
    <w:rsid w:val="004C058C"/>
    <w:rsid w:val="004C0691"/>
    <w:rsid w:val="004C1740"/>
    <w:rsid w:val="004C1A59"/>
    <w:rsid w:val="004C1B42"/>
    <w:rsid w:val="004C1F2D"/>
    <w:rsid w:val="004C1F87"/>
    <w:rsid w:val="004C267F"/>
    <w:rsid w:val="004C2948"/>
    <w:rsid w:val="004C2E85"/>
    <w:rsid w:val="004C3516"/>
    <w:rsid w:val="004C36FA"/>
    <w:rsid w:val="004C3F8B"/>
    <w:rsid w:val="004C449A"/>
    <w:rsid w:val="004C4A86"/>
    <w:rsid w:val="004C4BD4"/>
    <w:rsid w:val="004C5356"/>
    <w:rsid w:val="004C544B"/>
    <w:rsid w:val="004C5F73"/>
    <w:rsid w:val="004C60AC"/>
    <w:rsid w:val="004C65CB"/>
    <w:rsid w:val="004C68FF"/>
    <w:rsid w:val="004C7452"/>
    <w:rsid w:val="004C7CEC"/>
    <w:rsid w:val="004C7E42"/>
    <w:rsid w:val="004C7E8E"/>
    <w:rsid w:val="004D0C55"/>
    <w:rsid w:val="004D10F7"/>
    <w:rsid w:val="004D1C4E"/>
    <w:rsid w:val="004D3551"/>
    <w:rsid w:val="004D3954"/>
    <w:rsid w:val="004D4FF8"/>
    <w:rsid w:val="004D5213"/>
    <w:rsid w:val="004D5844"/>
    <w:rsid w:val="004D5EEC"/>
    <w:rsid w:val="004D6199"/>
    <w:rsid w:val="004D6262"/>
    <w:rsid w:val="004D6A84"/>
    <w:rsid w:val="004E0581"/>
    <w:rsid w:val="004E05A6"/>
    <w:rsid w:val="004E0CA2"/>
    <w:rsid w:val="004E10BF"/>
    <w:rsid w:val="004E20B1"/>
    <w:rsid w:val="004E2173"/>
    <w:rsid w:val="004E22BC"/>
    <w:rsid w:val="004E236B"/>
    <w:rsid w:val="004E26BC"/>
    <w:rsid w:val="004E2C2A"/>
    <w:rsid w:val="004E3167"/>
    <w:rsid w:val="004E38D2"/>
    <w:rsid w:val="004E4261"/>
    <w:rsid w:val="004E45B7"/>
    <w:rsid w:val="004E52A5"/>
    <w:rsid w:val="004E5764"/>
    <w:rsid w:val="004E5C2A"/>
    <w:rsid w:val="004E66EC"/>
    <w:rsid w:val="004E6782"/>
    <w:rsid w:val="004E6A9B"/>
    <w:rsid w:val="004E6B14"/>
    <w:rsid w:val="004E6E6E"/>
    <w:rsid w:val="004E7268"/>
    <w:rsid w:val="004E7C2D"/>
    <w:rsid w:val="004F0983"/>
    <w:rsid w:val="004F0D7C"/>
    <w:rsid w:val="004F1595"/>
    <w:rsid w:val="004F168B"/>
    <w:rsid w:val="004F1FC8"/>
    <w:rsid w:val="004F2401"/>
    <w:rsid w:val="004F3635"/>
    <w:rsid w:val="004F3909"/>
    <w:rsid w:val="004F39DE"/>
    <w:rsid w:val="004F3FD8"/>
    <w:rsid w:val="004F47F8"/>
    <w:rsid w:val="004F4AFC"/>
    <w:rsid w:val="004F783D"/>
    <w:rsid w:val="00500722"/>
    <w:rsid w:val="0050073D"/>
    <w:rsid w:val="005013F2"/>
    <w:rsid w:val="0050148E"/>
    <w:rsid w:val="005019A5"/>
    <w:rsid w:val="00501B6A"/>
    <w:rsid w:val="00502391"/>
    <w:rsid w:val="00503041"/>
    <w:rsid w:val="005038BD"/>
    <w:rsid w:val="0050407C"/>
    <w:rsid w:val="005043B5"/>
    <w:rsid w:val="0050471D"/>
    <w:rsid w:val="00504907"/>
    <w:rsid w:val="00505C7D"/>
    <w:rsid w:val="00505CB2"/>
    <w:rsid w:val="00505E9D"/>
    <w:rsid w:val="00506031"/>
    <w:rsid w:val="00506690"/>
    <w:rsid w:val="005074DD"/>
    <w:rsid w:val="00507B41"/>
    <w:rsid w:val="00507C21"/>
    <w:rsid w:val="00507CAB"/>
    <w:rsid w:val="00510F37"/>
    <w:rsid w:val="005117E1"/>
    <w:rsid w:val="00511FFA"/>
    <w:rsid w:val="00512249"/>
    <w:rsid w:val="00512958"/>
    <w:rsid w:val="00512D2E"/>
    <w:rsid w:val="00512F6F"/>
    <w:rsid w:val="0051359D"/>
    <w:rsid w:val="0051360F"/>
    <w:rsid w:val="00513772"/>
    <w:rsid w:val="005138A1"/>
    <w:rsid w:val="00514216"/>
    <w:rsid w:val="005143D9"/>
    <w:rsid w:val="00514518"/>
    <w:rsid w:val="0051611B"/>
    <w:rsid w:val="0051634B"/>
    <w:rsid w:val="0051662E"/>
    <w:rsid w:val="00517130"/>
    <w:rsid w:val="00517A94"/>
    <w:rsid w:val="00517E39"/>
    <w:rsid w:val="00520546"/>
    <w:rsid w:val="005208B4"/>
    <w:rsid w:val="00520E2C"/>
    <w:rsid w:val="00521F30"/>
    <w:rsid w:val="00521FAB"/>
    <w:rsid w:val="00522463"/>
    <w:rsid w:val="00522847"/>
    <w:rsid w:val="00522BDA"/>
    <w:rsid w:val="00522EDD"/>
    <w:rsid w:val="005235D0"/>
    <w:rsid w:val="00524B05"/>
    <w:rsid w:val="00524CEB"/>
    <w:rsid w:val="00526281"/>
    <w:rsid w:val="005266D8"/>
    <w:rsid w:val="00526DF0"/>
    <w:rsid w:val="00526E91"/>
    <w:rsid w:val="00527C18"/>
    <w:rsid w:val="00530560"/>
    <w:rsid w:val="005305AC"/>
    <w:rsid w:val="005306EF"/>
    <w:rsid w:val="00530AB2"/>
    <w:rsid w:val="00530CC6"/>
    <w:rsid w:val="00530E66"/>
    <w:rsid w:val="005313D4"/>
    <w:rsid w:val="00532002"/>
    <w:rsid w:val="00532689"/>
    <w:rsid w:val="0053368D"/>
    <w:rsid w:val="00534930"/>
    <w:rsid w:val="005359CD"/>
    <w:rsid w:val="00536296"/>
    <w:rsid w:val="00536650"/>
    <w:rsid w:val="00536D5A"/>
    <w:rsid w:val="00536F27"/>
    <w:rsid w:val="00537757"/>
    <w:rsid w:val="005377AD"/>
    <w:rsid w:val="00537AEF"/>
    <w:rsid w:val="00537C40"/>
    <w:rsid w:val="00540A96"/>
    <w:rsid w:val="00541FFA"/>
    <w:rsid w:val="005438E0"/>
    <w:rsid w:val="00543AB5"/>
    <w:rsid w:val="00543CED"/>
    <w:rsid w:val="005464C9"/>
    <w:rsid w:val="00546EA5"/>
    <w:rsid w:val="00547A9F"/>
    <w:rsid w:val="00547C6E"/>
    <w:rsid w:val="00547F04"/>
    <w:rsid w:val="00547F08"/>
    <w:rsid w:val="0055082E"/>
    <w:rsid w:val="0055137F"/>
    <w:rsid w:val="005517FF"/>
    <w:rsid w:val="005518A4"/>
    <w:rsid w:val="005522AA"/>
    <w:rsid w:val="00553262"/>
    <w:rsid w:val="00554B30"/>
    <w:rsid w:val="0055547F"/>
    <w:rsid w:val="005554B7"/>
    <w:rsid w:val="00555778"/>
    <w:rsid w:val="00555892"/>
    <w:rsid w:val="00557252"/>
    <w:rsid w:val="00557887"/>
    <w:rsid w:val="00557CC8"/>
    <w:rsid w:val="00557E40"/>
    <w:rsid w:val="0056060F"/>
    <w:rsid w:val="005606E7"/>
    <w:rsid w:val="00560A66"/>
    <w:rsid w:val="00560EF7"/>
    <w:rsid w:val="00563135"/>
    <w:rsid w:val="00563965"/>
    <w:rsid w:val="00565A90"/>
    <w:rsid w:val="00566518"/>
    <w:rsid w:val="00566941"/>
    <w:rsid w:val="005669D0"/>
    <w:rsid w:val="00566A14"/>
    <w:rsid w:val="00567D1E"/>
    <w:rsid w:val="00567DD2"/>
    <w:rsid w:val="00567EB4"/>
    <w:rsid w:val="0057013A"/>
    <w:rsid w:val="00570586"/>
    <w:rsid w:val="00571A39"/>
    <w:rsid w:val="00571B97"/>
    <w:rsid w:val="00571E10"/>
    <w:rsid w:val="005730E6"/>
    <w:rsid w:val="005731B6"/>
    <w:rsid w:val="00573E2E"/>
    <w:rsid w:val="00576217"/>
    <w:rsid w:val="00576661"/>
    <w:rsid w:val="00576762"/>
    <w:rsid w:val="0057723C"/>
    <w:rsid w:val="00577A24"/>
    <w:rsid w:val="00577D74"/>
    <w:rsid w:val="00577FBE"/>
    <w:rsid w:val="005806F9"/>
    <w:rsid w:val="0058093A"/>
    <w:rsid w:val="00580CD3"/>
    <w:rsid w:val="00582640"/>
    <w:rsid w:val="00582D10"/>
    <w:rsid w:val="005832E5"/>
    <w:rsid w:val="005833BE"/>
    <w:rsid w:val="0058477B"/>
    <w:rsid w:val="00584CC5"/>
    <w:rsid w:val="00586B60"/>
    <w:rsid w:val="005874F7"/>
    <w:rsid w:val="00590257"/>
    <w:rsid w:val="005907CD"/>
    <w:rsid w:val="0059146A"/>
    <w:rsid w:val="00591CBF"/>
    <w:rsid w:val="00592CDC"/>
    <w:rsid w:val="00593228"/>
    <w:rsid w:val="00593D42"/>
    <w:rsid w:val="0059425F"/>
    <w:rsid w:val="005942EF"/>
    <w:rsid w:val="0059495D"/>
    <w:rsid w:val="00596501"/>
    <w:rsid w:val="0059659B"/>
    <w:rsid w:val="00596966"/>
    <w:rsid w:val="005970D8"/>
    <w:rsid w:val="00597499"/>
    <w:rsid w:val="005A0BD8"/>
    <w:rsid w:val="005A17FB"/>
    <w:rsid w:val="005A1973"/>
    <w:rsid w:val="005A1F4F"/>
    <w:rsid w:val="005A3396"/>
    <w:rsid w:val="005A415E"/>
    <w:rsid w:val="005A5936"/>
    <w:rsid w:val="005A59EA"/>
    <w:rsid w:val="005A66AE"/>
    <w:rsid w:val="005A6982"/>
    <w:rsid w:val="005A699A"/>
    <w:rsid w:val="005A6F93"/>
    <w:rsid w:val="005B02F9"/>
    <w:rsid w:val="005B08F6"/>
    <w:rsid w:val="005B143C"/>
    <w:rsid w:val="005B1588"/>
    <w:rsid w:val="005B1F88"/>
    <w:rsid w:val="005B24E4"/>
    <w:rsid w:val="005B3301"/>
    <w:rsid w:val="005B52FB"/>
    <w:rsid w:val="005B5A53"/>
    <w:rsid w:val="005B7086"/>
    <w:rsid w:val="005B70DA"/>
    <w:rsid w:val="005B7721"/>
    <w:rsid w:val="005B797D"/>
    <w:rsid w:val="005B7F61"/>
    <w:rsid w:val="005C016A"/>
    <w:rsid w:val="005C02B9"/>
    <w:rsid w:val="005C0310"/>
    <w:rsid w:val="005C0960"/>
    <w:rsid w:val="005C0C5E"/>
    <w:rsid w:val="005C1AFF"/>
    <w:rsid w:val="005C1B30"/>
    <w:rsid w:val="005C1F39"/>
    <w:rsid w:val="005C2860"/>
    <w:rsid w:val="005C2C28"/>
    <w:rsid w:val="005C3F73"/>
    <w:rsid w:val="005C4298"/>
    <w:rsid w:val="005C4506"/>
    <w:rsid w:val="005C48A4"/>
    <w:rsid w:val="005C4B6F"/>
    <w:rsid w:val="005C5482"/>
    <w:rsid w:val="005C5816"/>
    <w:rsid w:val="005C5DB8"/>
    <w:rsid w:val="005C60D8"/>
    <w:rsid w:val="005D030F"/>
    <w:rsid w:val="005D04D2"/>
    <w:rsid w:val="005D0A17"/>
    <w:rsid w:val="005D0DA3"/>
    <w:rsid w:val="005D1168"/>
    <w:rsid w:val="005D12EC"/>
    <w:rsid w:val="005D178E"/>
    <w:rsid w:val="005D1DE1"/>
    <w:rsid w:val="005D4066"/>
    <w:rsid w:val="005D45E0"/>
    <w:rsid w:val="005D5EE4"/>
    <w:rsid w:val="005D6584"/>
    <w:rsid w:val="005D67DA"/>
    <w:rsid w:val="005D6CFE"/>
    <w:rsid w:val="005D6DAA"/>
    <w:rsid w:val="005D74AF"/>
    <w:rsid w:val="005E02B0"/>
    <w:rsid w:val="005E0820"/>
    <w:rsid w:val="005E0E31"/>
    <w:rsid w:val="005E1371"/>
    <w:rsid w:val="005E154B"/>
    <w:rsid w:val="005E3214"/>
    <w:rsid w:val="005E399D"/>
    <w:rsid w:val="005E3B43"/>
    <w:rsid w:val="005E3F5B"/>
    <w:rsid w:val="005E4488"/>
    <w:rsid w:val="005E5E3F"/>
    <w:rsid w:val="005E660E"/>
    <w:rsid w:val="005E6955"/>
    <w:rsid w:val="005E6D16"/>
    <w:rsid w:val="005E701D"/>
    <w:rsid w:val="005E7350"/>
    <w:rsid w:val="005F0CF2"/>
    <w:rsid w:val="005F156E"/>
    <w:rsid w:val="005F1B05"/>
    <w:rsid w:val="005F3007"/>
    <w:rsid w:val="005F3A6D"/>
    <w:rsid w:val="005F3CD0"/>
    <w:rsid w:val="005F4D8F"/>
    <w:rsid w:val="005F50B2"/>
    <w:rsid w:val="005F512B"/>
    <w:rsid w:val="005F5469"/>
    <w:rsid w:val="005F5AEF"/>
    <w:rsid w:val="005F5B09"/>
    <w:rsid w:val="005F5CD3"/>
    <w:rsid w:val="005F71D7"/>
    <w:rsid w:val="005F7921"/>
    <w:rsid w:val="006016D0"/>
    <w:rsid w:val="006018FA"/>
    <w:rsid w:val="00601C7B"/>
    <w:rsid w:val="006025F7"/>
    <w:rsid w:val="00602619"/>
    <w:rsid w:val="00602F95"/>
    <w:rsid w:val="0060392B"/>
    <w:rsid w:val="006064F5"/>
    <w:rsid w:val="00606823"/>
    <w:rsid w:val="00607065"/>
    <w:rsid w:val="0060712E"/>
    <w:rsid w:val="00607BB6"/>
    <w:rsid w:val="006100ED"/>
    <w:rsid w:val="00610931"/>
    <w:rsid w:val="0061134E"/>
    <w:rsid w:val="00611981"/>
    <w:rsid w:val="006123DF"/>
    <w:rsid w:val="00612666"/>
    <w:rsid w:val="00612C75"/>
    <w:rsid w:val="006139D0"/>
    <w:rsid w:val="00613C0E"/>
    <w:rsid w:val="0061446B"/>
    <w:rsid w:val="0061465B"/>
    <w:rsid w:val="00614FC5"/>
    <w:rsid w:val="00615A4C"/>
    <w:rsid w:val="00615BFB"/>
    <w:rsid w:val="0061627E"/>
    <w:rsid w:val="00616903"/>
    <w:rsid w:val="00616D64"/>
    <w:rsid w:val="00616E75"/>
    <w:rsid w:val="00617115"/>
    <w:rsid w:val="00617DF5"/>
    <w:rsid w:val="00617FE4"/>
    <w:rsid w:val="00621BCC"/>
    <w:rsid w:val="00621DCB"/>
    <w:rsid w:val="006224D1"/>
    <w:rsid w:val="00622B65"/>
    <w:rsid w:val="00623508"/>
    <w:rsid w:val="006243C6"/>
    <w:rsid w:val="006251D1"/>
    <w:rsid w:val="00625278"/>
    <w:rsid w:val="00625A73"/>
    <w:rsid w:val="00625CDC"/>
    <w:rsid w:val="006266FE"/>
    <w:rsid w:val="00626EB1"/>
    <w:rsid w:val="00627B89"/>
    <w:rsid w:val="00627BD0"/>
    <w:rsid w:val="0063086A"/>
    <w:rsid w:val="00632141"/>
    <w:rsid w:val="00632BD6"/>
    <w:rsid w:val="00632DF6"/>
    <w:rsid w:val="00633A58"/>
    <w:rsid w:val="00635946"/>
    <w:rsid w:val="00636888"/>
    <w:rsid w:val="006370DA"/>
    <w:rsid w:val="006377C6"/>
    <w:rsid w:val="00637AEE"/>
    <w:rsid w:val="00637F1E"/>
    <w:rsid w:val="006403B6"/>
    <w:rsid w:val="00641E15"/>
    <w:rsid w:val="00642268"/>
    <w:rsid w:val="00642A8D"/>
    <w:rsid w:val="00642FE2"/>
    <w:rsid w:val="00643386"/>
    <w:rsid w:val="00645833"/>
    <w:rsid w:val="00645CF8"/>
    <w:rsid w:val="00646A57"/>
    <w:rsid w:val="00647228"/>
    <w:rsid w:val="00647AA2"/>
    <w:rsid w:val="006500D6"/>
    <w:rsid w:val="006506FD"/>
    <w:rsid w:val="00651057"/>
    <w:rsid w:val="00651C62"/>
    <w:rsid w:val="00652507"/>
    <w:rsid w:val="006529D1"/>
    <w:rsid w:val="00652BD6"/>
    <w:rsid w:val="006539CD"/>
    <w:rsid w:val="006547F2"/>
    <w:rsid w:val="00654AFB"/>
    <w:rsid w:val="00654D36"/>
    <w:rsid w:val="00655031"/>
    <w:rsid w:val="00655A96"/>
    <w:rsid w:val="00655ADE"/>
    <w:rsid w:val="006569E4"/>
    <w:rsid w:val="006576CC"/>
    <w:rsid w:val="0066003C"/>
    <w:rsid w:val="006606D5"/>
    <w:rsid w:val="006616A4"/>
    <w:rsid w:val="006616C6"/>
    <w:rsid w:val="00662228"/>
    <w:rsid w:val="00662975"/>
    <w:rsid w:val="00662D1C"/>
    <w:rsid w:val="00662E2C"/>
    <w:rsid w:val="006633C2"/>
    <w:rsid w:val="00663570"/>
    <w:rsid w:val="00663916"/>
    <w:rsid w:val="00664550"/>
    <w:rsid w:val="00664E9B"/>
    <w:rsid w:val="00664EE5"/>
    <w:rsid w:val="00664F02"/>
    <w:rsid w:val="00666131"/>
    <w:rsid w:val="00666903"/>
    <w:rsid w:val="00666D0D"/>
    <w:rsid w:val="00667159"/>
    <w:rsid w:val="00667163"/>
    <w:rsid w:val="00667900"/>
    <w:rsid w:val="00670190"/>
    <w:rsid w:val="00670279"/>
    <w:rsid w:val="00670409"/>
    <w:rsid w:val="00671148"/>
    <w:rsid w:val="006716F9"/>
    <w:rsid w:val="00671C7C"/>
    <w:rsid w:val="00672378"/>
    <w:rsid w:val="00672472"/>
    <w:rsid w:val="00672F93"/>
    <w:rsid w:val="00673406"/>
    <w:rsid w:val="00673FF5"/>
    <w:rsid w:val="00674D3C"/>
    <w:rsid w:val="00675276"/>
    <w:rsid w:val="00675480"/>
    <w:rsid w:val="006777A3"/>
    <w:rsid w:val="006800C9"/>
    <w:rsid w:val="006809B3"/>
    <w:rsid w:val="006809DE"/>
    <w:rsid w:val="006826C8"/>
    <w:rsid w:val="006831E3"/>
    <w:rsid w:val="00686428"/>
    <w:rsid w:val="00686E12"/>
    <w:rsid w:val="00690955"/>
    <w:rsid w:val="006909E2"/>
    <w:rsid w:val="00691076"/>
    <w:rsid w:val="006915CC"/>
    <w:rsid w:val="00692911"/>
    <w:rsid w:val="006930B8"/>
    <w:rsid w:val="00693DB3"/>
    <w:rsid w:val="0069407D"/>
    <w:rsid w:val="00694457"/>
    <w:rsid w:val="00694A33"/>
    <w:rsid w:val="006952A0"/>
    <w:rsid w:val="0069721C"/>
    <w:rsid w:val="00697A23"/>
    <w:rsid w:val="006A1F0A"/>
    <w:rsid w:val="006A1FB7"/>
    <w:rsid w:val="006A2408"/>
    <w:rsid w:val="006A2B0E"/>
    <w:rsid w:val="006A2C46"/>
    <w:rsid w:val="006A2E69"/>
    <w:rsid w:val="006A2E82"/>
    <w:rsid w:val="006A31E6"/>
    <w:rsid w:val="006A394E"/>
    <w:rsid w:val="006A43C8"/>
    <w:rsid w:val="006A7A7B"/>
    <w:rsid w:val="006A7B62"/>
    <w:rsid w:val="006A7CAB"/>
    <w:rsid w:val="006B0EE8"/>
    <w:rsid w:val="006B17DC"/>
    <w:rsid w:val="006B1D0D"/>
    <w:rsid w:val="006B292C"/>
    <w:rsid w:val="006B3652"/>
    <w:rsid w:val="006B38B4"/>
    <w:rsid w:val="006B3C0C"/>
    <w:rsid w:val="006B4BA6"/>
    <w:rsid w:val="006B4FA8"/>
    <w:rsid w:val="006B598A"/>
    <w:rsid w:val="006B69F2"/>
    <w:rsid w:val="006B6FB2"/>
    <w:rsid w:val="006B762C"/>
    <w:rsid w:val="006C0A66"/>
    <w:rsid w:val="006C1F1F"/>
    <w:rsid w:val="006C2235"/>
    <w:rsid w:val="006C23E1"/>
    <w:rsid w:val="006C25CD"/>
    <w:rsid w:val="006C2A06"/>
    <w:rsid w:val="006C41A0"/>
    <w:rsid w:val="006C4D84"/>
    <w:rsid w:val="006C5718"/>
    <w:rsid w:val="006C583A"/>
    <w:rsid w:val="006C6234"/>
    <w:rsid w:val="006C687D"/>
    <w:rsid w:val="006C6949"/>
    <w:rsid w:val="006C6F76"/>
    <w:rsid w:val="006C6FBD"/>
    <w:rsid w:val="006D069D"/>
    <w:rsid w:val="006D1545"/>
    <w:rsid w:val="006D336C"/>
    <w:rsid w:val="006D38E5"/>
    <w:rsid w:val="006D39C9"/>
    <w:rsid w:val="006D3D4E"/>
    <w:rsid w:val="006D3D66"/>
    <w:rsid w:val="006D4580"/>
    <w:rsid w:val="006D6045"/>
    <w:rsid w:val="006D64EE"/>
    <w:rsid w:val="006D6BBB"/>
    <w:rsid w:val="006D6BDB"/>
    <w:rsid w:val="006D6E54"/>
    <w:rsid w:val="006D7EFA"/>
    <w:rsid w:val="006E0B1F"/>
    <w:rsid w:val="006E1E12"/>
    <w:rsid w:val="006E223E"/>
    <w:rsid w:val="006E580A"/>
    <w:rsid w:val="006E58A7"/>
    <w:rsid w:val="006E622A"/>
    <w:rsid w:val="006E62DA"/>
    <w:rsid w:val="006E6ABE"/>
    <w:rsid w:val="006F03A2"/>
    <w:rsid w:val="006F0470"/>
    <w:rsid w:val="006F0790"/>
    <w:rsid w:val="006F134F"/>
    <w:rsid w:val="006F19F8"/>
    <w:rsid w:val="006F1D92"/>
    <w:rsid w:val="006F29E9"/>
    <w:rsid w:val="006F322F"/>
    <w:rsid w:val="006F3ABF"/>
    <w:rsid w:val="006F3B88"/>
    <w:rsid w:val="006F44A3"/>
    <w:rsid w:val="006F4A33"/>
    <w:rsid w:val="006F6608"/>
    <w:rsid w:val="006F6D11"/>
    <w:rsid w:val="006F7C4B"/>
    <w:rsid w:val="006F7F04"/>
    <w:rsid w:val="0070079A"/>
    <w:rsid w:val="00701BCD"/>
    <w:rsid w:val="00702102"/>
    <w:rsid w:val="007021BA"/>
    <w:rsid w:val="00703EE7"/>
    <w:rsid w:val="00704258"/>
    <w:rsid w:val="0070595A"/>
    <w:rsid w:val="007059CB"/>
    <w:rsid w:val="00705E1B"/>
    <w:rsid w:val="00707E2B"/>
    <w:rsid w:val="0071090F"/>
    <w:rsid w:val="00710FEB"/>
    <w:rsid w:val="007112CF"/>
    <w:rsid w:val="007113BF"/>
    <w:rsid w:val="0071280B"/>
    <w:rsid w:val="00712FB8"/>
    <w:rsid w:val="00713919"/>
    <w:rsid w:val="00713958"/>
    <w:rsid w:val="007142C6"/>
    <w:rsid w:val="007152ED"/>
    <w:rsid w:val="007154BC"/>
    <w:rsid w:val="007158E9"/>
    <w:rsid w:val="00715BF6"/>
    <w:rsid w:val="00715D92"/>
    <w:rsid w:val="007161B7"/>
    <w:rsid w:val="0071648C"/>
    <w:rsid w:val="00716875"/>
    <w:rsid w:val="00716D18"/>
    <w:rsid w:val="00716F1F"/>
    <w:rsid w:val="00721143"/>
    <w:rsid w:val="00721577"/>
    <w:rsid w:val="00721F7D"/>
    <w:rsid w:val="0072212D"/>
    <w:rsid w:val="00722315"/>
    <w:rsid w:val="00722571"/>
    <w:rsid w:val="00722B1A"/>
    <w:rsid w:val="00723840"/>
    <w:rsid w:val="00723E07"/>
    <w:rsid w:val="00724240"/>
    <w:rsid w:val="0072461B"/>
    <w:rsid w:val="00724C44"/>
    <w:rsid w:val="0072527C"/>
    <w:rsid w:val="00725FC9"/>
    <w:rsid w:val="007261BE"/>
    <w:rsid w:val="00726C68"/>
    <w:rsid w:val="00726EEE"/>
    <w:rsid w:val="00731459"/>
    <w:rsid w:val="00731718"/>
    <w:rsid w:val="007320FD"/>
    <w:rsid w:val="007323C3"/>
    <w:rsid w:val="00733072"/>
    <w:rsid w:val="00733B2E"/>
    <w:rsid w:val="0073435C"/>
    <w:rsid w:val="00734912"/>
    <w:rsid w:val="00734A86"/>
    <w:rsid w:val="00734D8B"/>
    <w:rsid w:val="00734EB9"/>
    <w:rsid w:val="007355E4"/>
    <w:rsid w:val="00735608"/>
    <w:rsid w:val="00736400"/>
    <w:rsid w:val="0073654D"/>
    <w:rsid w:val="00736AEF"/>
    <w:rsid w:val="00737051"/>
    <w:rsid w:val="00737B6E"/>
    <w:rsid w:val="0074069B"/>
    <w:rsid w:val="00741267"/>
    <w:rsid w:val="00741A20"/>
    <w:rsid w:val="0074235F"/>
    <w:rsid w:val="0074242D"/>
    <w:rsid w:val="007432E7"/>
    <w:rsid w:val="00743E6F"/>
    <w:rsid w:val="007441EF"/>
    <w:rsid w:val="007444A7"/>
    <w:rsid w:val="00746375"/>
    <w:rsid w:val="00746AA8"/>
    <w:rsid w:val="00746EB5"/>
    <w:rsid w:val="0075048E"/>
    <w:rsid w:val="00750573"/>
    <w:rsid w:val="007505B0"/>
    <w:rsid w:val="00750EDF"/>
    <w:rsid w:val="00752996"/>
    <w:rsid w:val="00752E5C"/>
    <w:rsid w:val="00752E5E"/>
    <w:rsid w:val="00752ED5"/>
    <w:rsid w:val="00753593"/>
    <w:rsid w:val="00753784"/>
    <w:rsid w:val="00753849"/>
    <w:rsid w:val="00753E40"/>
    <w:rsid w:val="007549BE"/>
    <w:rsid w:val="00756101"/>
    <w:rsid w:val="00756EF2"/>
    <w:rsid w:val="00756FF9"/>
    <w:rsid w:val="00757106"/>
    <w:rsid w:val="00760ECF"/>
    <w:rsid w:val="007615AC"/>
    <w:rsid w:val="00761D2C"/>
    <w:rsid w:val="00761E5F"/>
    <w:rsid w:val="0076243A"/>
    <w:rsid w:val="00762515"/>
    <w:rsid w:val="007633C4"/>
    <w:rsid w:val="00763453"/>
    <w:rsid w:val="00763998"/>
    <w:rsid w:val="00763F84"/>
    <w:rsid w:val="00764038"/>
    <w:rsid w:val="007643B2"/>
    <w:rsid w:val="00765E72"/>
    <w:rsid w:val="007660F5"/>
    <w:rsid w:val="007665D3"/>
    <w:rsid w:val="00766BB7"/>
    <w:rsid w:val="0076755E"/>
    <w:rsid w:val="00767B69"/>
    <w:rsid w:val="00767F80"/>
    <w:rsid w:val="007704FC"/>
    <w:rsid w:val="007708D9"/>
    <w:rsid w:val="00770D9F"/>
    <w:rsid w:val="00771158"/>
    <w:rsid w:val="0077163A"/>
    <w:rsid w:val="00771971"/>
    <w:rsid w:val="00772758"/>
    <w:rsid w:val="00772EC7"/>
    <w:rsid w:val="007744AA"/>
    <w:rsid w:val="00775048"/>
    <w:rsid w:val="00775595"/>
    <w:rsid w:val="00776D4C"/>
    <w:rsid w:val="0077785F"/>
    <w:rsid w:val="00777B45"/>
    <w:rsid w:val="007803C2"/>
    <w:rsid w:val="00781A35"/>
    <w:rsid w:val="00781ADE"/>
    <w:rsid w:val="007829F8"/>
    <w:rsid w:val="007834FC"/>
    <w:rsid w:val="00783549"/>
    <w:rsid w:val="0078369E"/>
    <w:rsid w:val="00783F2A"/>
    <w:rsid w:val="00784414"/>
    <w:rsid w:val="00784528"/>
    <w:rsid w:val="00784B38"/>
    <w:rsid w:val="00785BBA"/>
    <w:rsid w:val="0078665D"/>
    <w:rsid w:val="00787AD1"/>
    <w:rsid w:val="00790162"/>
    <w:rsid w:val="007907CF"/>
    <w:rsid w:val="00790C1E"/>
    <w:rsid w:val="00791BF8"/>
    <w:rsid w:val="007927B0"/>
    <w:rsid w:val="00792883"/>
    <w:rsid w:val="00792A32"/>
    <w:rsid w:val="00792A6F"/>
    <w:rsid w:val="00792D33"/>
    <w:rsid w:val="007940E7"/>
    <w:rsid w:val="00794203"/>
    <w:rsid w:val="00794497"/>
    <w:rsid w:val="007966CA"/>
    <w:rsid w:val="007A02E2"/>
    <w:rsid w:val="007A1CED"/>
    <w:rsid w:val="007A3A3A"/>
    <w:rsid w:val="007A40B7"/>
    <w:rsid w:val="007A5005"/>
    <w:rsid w:val="007A5256"/>
    <w:rsid w:val="007A737F"/>
    <w:rsid w:val="007A7CBD"/>
    <w:rsid w:val="007B1919"/>
    <w:rsid w:val="007B1BE2"/>
    <w:rsid w:val="007B1E19"/>
    <w:rsid w:val="007B22E5"/>
    <w:rsid w:val="007B4137"/>
    <w:rsid w:val="007B456A"/>
    <w:rsid w:val="007B48C3"/>
    <w:rsid w:val="007B4A1A"/>
    <w:rsid w:val="007B50D5"/>
    <w:rsid w:val="007B534C"/>
    <w:rsid w:val="007B5512"/>
    <w:rsid w:val="007B7384"/>
    <w:rsid w:val="007B74AB"/>
    <w:rsid w:val="007C04CF"/>
    <w:rsid w:val="007C099D"/>
    <w:rsid w:val="007C109E"/>
    <w:rsid w:val="007C1F83"/>
    <w:rsid w:val="007C204B"/>
    <w:rsid w:val="007C2560"/>
    <w:rsid w:val="007C3BE3"/>
    <w:rsid w:val="007C43D8"/>
    <w:rsid w:val="007C4428"/>
    <w:rsid w:val="007C49D5"/>
    <w:rsid w:val="007C4C09"/>
    <w:rsid w:val="007C5B29"/>
    <w:rsid w:val="007C5CBB"/>
    <w:rsid w:val="007C5CFD"/>
    <w:rsid w:val="007C6A5F"/>
    <w:rsid w:val="007C6D19"/>
    <w:rsid w:val="007C76E1"/>
    <w:rsid w:val="007C7A75"/>
    <w:rsid w:val="007D039E"/>
    <w:rsid w:val="007D0885"/>
    <w:rsid w:val="007D09BF"/>
    <w:rsid w:val="007D14E8"/>
    <w:rsid w:val="007D1A6A"/>
    <w:rsid w:val="007D2329"/>
    <w:rsid w:val="007D23DB"/>
    <w:rsid w:val="007D292E"/>
    <w:rsid w:val="007D372A"/>
    <w:rsid w:val="007D3E0E"/>
    <w:rsid w:val="007D403E"/>
    <w:rsid w:val="007D451F"/>
    <w:rsid w:val="007D5918"/>
    <w:rsid w:val="007D5EF8"/>
    <w:rsid w:val="007D6E02"/>
    <w:rsid w:val="007D7044"/>
    <w:rsid w:val="007D743D"/>
    <w:rsid w:val="007D74C2"/>
    <w:rsid w:val="007D7BE4"/>
    <w:rsid w:val="007E0DD8"/>
    <w:rsid w:val="007E1211"/>
    <w:rsid w:val="007E22E0"/>
    <w:rsid w:val="007E3334"/>
    <w:rsid w:val="007E3BEC"/>
    <w:rsid w:val="007E3D6C"/>
    <w:rsid w:val="007E3DA8"/>
    <w:rsid w:val="007E3DD6"/>
    <w:rsid w:val="007E3F4A"/>
    <w:rsid w:val="007E467A"/>
    <w:rsid w:val="007E4960"/>
    <w:rsid w:val="007E4BA6"/>
    <w:rsid w:val="007E552C"/>
    <w:rsid w:val="007E65E6"/>
    <w:rsid w:val="007E682A"/>
    <w:rsid w:val="007F061E"/>
    <w:rsid w:val="007F1626"/>
    <w:rsid w:val="007F23BB"/>
    <w:rsid w:val="007F2A0C"/>
    <w:rsid w:val="007F3114"/>
    <w:rsid w:val="007F362C"/>
    <w:rsid w:val="007F41C0"/>
    <w:rsid w:val="007F549F"/>
    <w:rsid w:val="007F6221"/>
    <w:rsid w:val="007F64B9"/>
    <w:rsid w:val="007F66D4"/>
    <w:rsid w:val="007F733F"/>
    <w:rsid w:val="007F7D32"/>
    <w:rsid w:val="008006E2"/>
    <w:rsid w:val="00801729"/>
    <w:rsid w:val="008022A8"/>
    <w:rsid w:val="00802761"/>
    <w:rsid w:val="00802A97"/>
    <w:rsid w:val="00803627"/>
    <w:rsid w:val="008037B5"/>
    <w:rsid w:val="00803933"/>
    <w:rsid w:val="00804215"/>
    <w:rsid w:val="0080421E"/>
    <w:rsid w:val="008046E1"/>
    <w:rsid w:val="00805967"/>
    <w:rsid w:val="00805D56"/>
    <w:rsid w:val="00805D97"/>
    <w:rsid w:val="00806308"/>
    <w:rsid w:val="00807921"/>
    <w:rsid w:val="00807DF2"/>
    <w:rsid w:val="00807E0E"/>
    <w:rsid w:val="00807EED"/>
    <w:rsid w:val="00807F4D"/>
    <w:rsid w:val="0081012A"/>
    <w:rsid w:val="00810AE0"/>
    <w:rsid w:val="00810B36"/>
    <w:rsid w:val="00810BCF"/>
    <w:rsid w:val="00811429"/>
    <w:rsid w:val="00811BDC"/>
    <w:rsid w:val="008127B9"/>
    <w:rsid w:val="00812C62"/>
    <w:rsid w:val="00812D02"/>
    <w:rsid w:val="008131A8"/>
    <w:rsid w:val="0081326D"/>
    <w:rsid w:val="00813CEE"/>
    <w:rsid w:val="008140EF"/>
    <w:rsid w:val="0081437C"/>
    <w:rsid w:val="008144A1"/>
    <w:rsid w:val="00815164"/>
    <w:rsid w:val="00815687"/>
    <w:rsid w:val="008162BA"/>
    <w:rsid w:val="008168BB"/>
    <w:rsid w:val="008176CA"/>
    <w:rsid w:val="00817A0D"/>
    <w:rsid w:val="00820D38"/>
    <w:rsid w:val="00820DD9"/>
    <w:rsid w:val="008258D7"/>
    <w:rsid w:val="00825C8F"/>
    <w:rsid w:val="00826402"/>
    <w:rsid w:val="0082740C"/>
    <w:rsid w:val="008302D3"/>
    <w:rsid w:val="0083072C"/>
    <w:rsid w:val="008307FE"/>
    <w:rsid w:val="00831145"/>
    <w:rsid w:val="00831236"/>
    <w:rsid w:val="008334B8"/>
    <w:rsid w:val="00834695"/>
    <w:rsid w:val="00835500"/>
    <w:rsid w:val="00837283"/>
    <w:rsid w:val="00840146"/>
    <w:rsid w:val="00841073"/>
    <w:rsid w:val="00841726"/>
    <w:rsid w:val="008417BB"/>
    <w:rsid w:val="008422C4"/>
    <w:rsid w:val="00842CD1"/>
    <w:rsid w:val="00842E98"/>
    <w:rsid w:val="008431CA"/>
    <w:rsid w:val="008431D1"/>
    <w:rsid w:val="0084331A"/>
    <w:rsid w:val="00843772"/>
    <w:rsid w:val="00843CDE"/>
    <w:rsid w:val="00843F5D"/>
    <w:rsid w:val="008442A9"/>
    <w:rsid w:val="008443B5"/>
    <w:rsid w:val="00844910"/>
    <w:rsid w:val="00844DB3"/>
    <w:rsid w:val="00844FE4"/>
    <w:rsid w:val="0084612F"/>
    <w:rsid w:val="00846466"/>
    <w:rsid w:val="008468D6"/>
    <w:rsid w:val="00846BB8"/>
    <w:rsid w:val="00846F5B"/>
    <w:rsid w:val="00847256"/>
    <w:rsid w:val="00847B2C"/>
    <w:rsid w:val="00847BF0"/>
    <w:rsid w:val="0085004F"/>
    <w:rsid w:val="008505FC"/>
    <w:rsid w:val="00850920"/>
    <w:rsid w:val="00852345"/>
    <w:rsid w:val="0085265C"/>
    <w:rsid w:val="00852972"/>
    <w:rsid w:val="008529F0"/>
    <w:rsid w:val="008529F8"/>
    <w:rsid w:val="00853082"/>
    <w:rsid w:val="00854800"/>
    <w:rsid w:val="00854D65"/>
    <w:rsid w:val="008553C9"/>
    <w:rsid w:val="00855524"/>
    <w:rsid w:val="00855BD4"/>
    <w:rsid w:val="00856445"/>
    <w:rsid w:val="0085766A"/>
    <w:rsid w:val="008576D9"/>
    <w:rsid w:val="00860B07"/>
    <w:rsid w:val="00861682"/>
    <w:rsid w:val="008628CF"/>
    <w:rsid w:val="00864A5E"/>
    <w:rsid w:val="0086692A"/>
    <w:rsid w:val="00870D18"/>
    <w:rsid w:val="008711EA"/>
    <w:rsid w:val="00871660"/>
    <w:rsid w:val="00871DB6"/>
    <w:rsid w:val="008723AD"/>
    <w:rsid w:val="00872595"/>
    <w:rsid w:val="00872F6F"/>
    <w:rsid w:val="0087313C"/>
    <w:rsid w:val="008732DB"/>
    <w:rsid w:val="00873512"/>
    <w:rsid w:val="008736E2"/>
    <w:rsid w:val="008748FA"/>
    <w:rsid w:val="0087520F"/>
    <w:rsid w:val="008755CB"/>
    <w:rsid w:val="00875F0A"/>
    <w:rsid w:val="008763E2"/>
    <w:rsid w:val="00877206"/>
    <w:rsid w:val="0087728A"/>
    <w:rsid w:val="00877503"/>
    <w:rsid w:val="00877773"/>
    <w:rsid w:val="00880037"/>
    <w:rsid w:val="0088038D"/>
    <w:rsid w:val="008804B1"/>
    <w:rsid w:val="00880679"/>
    <w:rsid w:val="0088091C"/>
    <w:rsid w:val="0088162D"/>
    <w:rsid w:val="00881F07"/>
    <w:rsid w:val="0088222E"/>
    <w:rsid w:val="00882C3E"/>
    <w:rsid w:val="008834C8"/>
    <w:rsid w:val="008844B5"/>
    <w:rsid w:val="00884C95"/>
    <w:rsid w:val="008850E0"/>
    <w:rsid w:val="00885442"/>
    <w:rsid w:val="00885B4A"/>
    <w:rsid w:val="00885E24"/>
    <w:rsid w:val="00887949"/>
    <w:rsid w:val="0089023B"/>
    <w:rsid w:val="00890904"/>
    <w:rsid w:val="00890943"/>
    <w:rsid w:val="008916B8"/>
    <w:rsid w:val="00891B9E"/>
    <w:rsid w:val="00892FB0"/>
    <w:rsid w:val="00892FCA"/>
    <w:rsid w:val="008934A4"/>
    <w:rsid w:val="00893C4D"/>
    <w:rsid w:val="008947EA"/>
    <w:rsid w:val="00894AC5"/>
    <w:rsid w:val="008950DC"/>
    <w:rsid w:val="00895F4D"/>
    <w:rsid w:val="00897B01"/>
    <w:rsid w:val="008A01DB"/>
    <w:rsid w:val="008A049F"/>
    <w:rsid w:val="008A060A"/>
    <w:rsid w:val="008A0B60"/>
    <w:rsid w:val="008A0DBA"/>
    <w:rsid w:val="008A0F10"/>
    <w:rsid w:val="008A2B4F"/>
    <w:rsid w:val="008A2CE8"/>
    <w:rsid w:val="008A35B4"/>
    <w:rsid w:val="008A3AFC"/>
    <w:rsid w:val="008A4715"/>
    <w:rsid w:val="008A50A9"/>
    <w:rsid w:val="008A50C1"/>
    <w:rsid w:val="008A5F32"/>
    <w:rsid w:val="008A62E9"/>
    <w:rsid w:val="008A64CE"/>
    <w:rsid w:val="008A64E6"/>
    <w:rsid w:val="008A6584"/>
    <w:rsid w:val="008A703C"/>
    <w:rsid w:val="008B012E"/>
    <w:rsid w:val="008B0ABD"/>
    <w:rsid w:val="008B2C3F"/>
    <w:rsid w:val="008B3213"/>
    <w:rsid w:val="008B3DDC"/>
    <w:rsid w:val="008B441D"/>
    <w:rsid w:val="008B6141"/>
    <w:rsid w:val="008B6D51"/>
    <w:rsid w:val="008C00FC"/>
    <w:rsid w:val="008C0E14"/>
    <w:rsid w:val="008C13DE"/>
    <w:rsid w:val="008C188B"/>
    <w:rsid w:val="008C2132"/>
    <w:rsid w:val="008C22F8"/>
    <w:rsid w:val="008C2833"/>
    <w:rsid w:val="008C365B"/>
    <w:rsid w:val="008C47E3"/>
    <w:rsid w:val="008C4893"/>
    <w:rsid w:val="008C4AC2"/>
    <w:rsid w:val="008C50B4"/>
    <w:rsid w:val="008C5159"/>
    <w:rsid w:val="008C55D9"/>
    <w:rsid w:val="008C594B"/>
    <w:rsid w:val="008C5E4D"/>
    <w:rsid w:val="008C6874"/>
    <w:rsid w:val="008C6BED"/>
    <w:rsid w:val="008C6CDE"/>
    <w:rsid w:val="008C7A98"/>
    <w:rsid w:val="008C7FB8"/>
    <w:rsid w:val="008D056A"/>
    <w:rsid w:val="008D0ACA"/>
    <w:rsid w:val="008D1983"/>
    <w:rsid w:val="008D1BC1"/>
    <w:rsid w:val="008D1D19"/>
    <w:rsid w:val="008D1E8A"/>
    <w:rsid w:val="008D1F82"/>
    <w:rsid w:val="008D2030"/>
    <w:rsid w:val="008D358E"/>
    <w:rsid w:val="008D3AE5"/>
    <w:rsid w:val="008D5760"/>
    <w:rsid w:val="008D581E"/>
    <w:rsid w:val="008D5C18"/>
    <w:rsid w:val="008D63C3"/>
    <w:rsid w:val="008D77B4"/>
    <w:rsid w:val="008D77DC"/>
    <w:rsid w:val="008D7817"/>
    <w:rsid w:val="008D7F15"/>
    <w:rsid w:val="008E033B"/>
    <w:rsid w:val="008E220A"/>
    <w:rsid w:val="008E28BB"/>
    <w:rsid w:val="008E2B0E"/>
    <w:rsid w:val="008E3DD4"/>
    <w:rsid w:val="008E44F9"/>
    <w:rsid w:val="008E4B95"/>
    <w:rsid w:val="008E4EAD"/>
    <w:rsid w:val="008E5EEB"/>
    <w:rsid w:val="008E6296"/>
    <w:rsid w:val="008E6633"/>
    <w:rsid w:val="008E69FE"/>
    <w:rsid w:val="008E7297"/>
    <w:rsid w:val="008E7785"/>
    <w:rsid w:val="008E7BA4"/>
    <w:rsid w:val="008F02A3"/>
    <w:rsid w:val="008F045B"/>
    <w:rsid w:val="008F1547"/>
    <w:rsid w:val="008F2845"/>
    <w:rsid w:val="008F2F97"/>
    <w:rsid w:val="008F4474"/>
    <w:rsid w:val="008F4B48"/>
    <w:rsid w:val="008F545D"/>
    <w:rsid w:val="008F5E8E"/>
    <w:rsid w:val="008F637F"/>
    <w:rsid w:val="008F651A"/>
    <w:rsid w:val="008F6C38"/>
    <w:rsid w:val="008F7518"/>
    <w:rsid w:val="008F7647"/>
    <w:rsid w:val="008F7AFD"/>
    <w:rsid w:val="008F7B3F"/>
    <w:rsid w:val="00900562"/>
    <w:rsid w:val="00900B79"/>
    <w:rsid w:val="00900ECE"/>
    <w:rsid w:val="009017ED"/>
    <w:rsid w:val="009025A7"/>
    <w:rsid w:val="00902EB8"/>
    <w:rsid w:val="0090306D"/>
    <w:rsid w:val="00903A2B"/>
    <w:rsid w:val="00903B3E"/>
    <w:rsid w:val="00903DD4"/>
    <w:rsid w:val="00903EEE"/>
    <w:rsid w:val="00903F22"/>
    <w:rsid w:val="00904FEC"/>
    <w:rsid w:val="00905FD4"/>
    <w:rsid w:val="009075FA"/>
    <w:rsid w:val="00907E3F"/>
    <w:rsid w:val="0091132D"/>
    <w:rsid w:val="00911515"/>
    <w:rsid w:val="009115A7"/>
    <w:rsid w:val="0091164C"/>
    <w:rsid w:val="00911D50"/>
    <w:rsid w:val="0091212F"/>
    <w:rsid w:val="00912A76"/>
    <w:rsid w:val="0091341A"/>
    <w:rsid w:val="009137BE"/>
    <w:rsid w:val="00913D89"/>
    <w:rsid w:val="009146D9"/>
    <w:rsid w:val="009152A3"/>
    <w:rsid w:val="00915A7A"/>
    <w:rsid w:val="00916F1D"/>
    <w:rsid w:val="00917055"/>
    <w:rsid w:val="009177DF"/>
    <w:rsid w:val="0092093B"/>
    <w:rsid w:val="00921702"/>
    <w:rsid w:val="00921FBA"/>
    <w:rsid w:val="00922B73"/>
    <w:rsid w:val="00923C91"/>
    <w:rsid w:val="00923CAE"/>
    <w:rsid w:val="00923D96"/>
    <w:rsid w:val="00923F3C"/>
    <w:rsid w:val="0092444A"/>
    <w:rsid w:val="0092465C"/>
    <w:rsid w:val="00925093"/>
    <w:rsid w:val="009257D5"/>
    <w:rsid w:val="0092595C"/>
    <w:rsid w:val="00925B7E"/>
    <w:rsid w:val="009260EA"/>
    <w:rsid w:val="00927187"/>
    <w:rsid w:val="00927654"/>
    <w:rsid w:val="009308FE"/>
    <w:rsid w:val="00930FC2"/>
    <w:rsid w:val="009313A0"/>
    <w:rsid w:val="009315A4"/>
    <w:rsid w:val="00932425"/>
    <w:rsid w:val="009335AA"/>
    <w:rsid w:val="0093385E"/>
    <w:rsid w:val="00933B1C"/>
    <w:rsid w:val="00933B30"/>
    <w:rsid w:val="00935501"/>
    <w:rsid w:val="00935A6D"/>
    <w:rsid w:val="00935AA2"/>
    <w:rsid w:val="0093621B"/>
    <w:rsid w:val="009370D5"/>
    <w:rsid w:val="0093765C"/>
    <w:rsid w:val="0093784E"/>
    <w:rsid w:val="00937CF2"/>
    <w:rsid w:val="00941142"/>
    <w:rsid w:val="00941C92"/>
    <w:rsid w:val="00942825"/>
    <w:rsid w:val="00943B7D"/>
    <w:rsid w:val="00943FB7"/>
    <w:rsid w:val="00944101"/>
    <w:rsid w:val="009441A5"/>
    <w:rsid w:val="0094436F"/>
    <w:rsid w:val="00944757"/>
    <w:rsid w:val="009447F2"/>
    <w:rsid w:val="00944ED0"/>
    <w:rsid w:val="00944EFA"/>
    <w:rsid w:val="00945563"/>
    <w:rsid w:val="0094624F"/>
    <w:rsid w:val="00946B92"/>
    <w:rsid w:val="00946F33"/>
    <w:rsid w:val="009474DA"/>
    <w:rsid w:val="009515AA"/>
    <w:rsid w:val="00952167"/>
    <w:rsid w:val="009533FB"/>
    <w:rsid w:val="009534B8"/>
    <w:rsid w:val="00953669"/>
    <w:rsid w:val="00953A69"/>
    <w:rsid w:val="00953AFF"/>
    <w:rsid w:val="00954774"/>
    <w:rsid w:val="00955BB1"/>
    <w:rsid w:val="00956563"/>
    <w:rsid w:val="00956B54"/>
    <w:rsid w:val="0095714D"/>
    <w:rsid w:val="009607CA"/>
    <w:rsid w:val="00961272"/>
    <w:rsid w:val="0096250C"/>
    <w:rsid w:val="0096292F"/>
    <w:rsid w:val="00962ECE"/>
    <w:rsid w:val="009636F9"/>
    <w:rsid w:val="009639FA"/>
    <w:rsid w:val="009645F3"/>
    <w:rsid w:val="00964AAE"/>
    <w:rsid w:val="00964F4F"/>
    <w:rsid w:val="0096740E"/>
    <w:rsid w:val="0097081A"/>
    <w:rsid w:val="009709E9"/>
    <w:rsid w:val="00970E18"/>
    <w:rsid w:val="00970E21"/>
    <w:rsid w:val="00970E76"/>
    <w:rsid w:val="009714AE"/>
    <w:rsid w:val="00972358"/>
    <w:rsid w:val="00972B0F"/>
    <w:rsid w:val="0097440B"/>
    <w:rsid w:val="00974A61"/>
    <w:rsid w:val="00974D65"/>
    <w:rsid w:val="00975132"/>
    <w:rsid w:val="0097539C"/>
    <w:rsid w:val="0097565C"/>
    <w:rsid w:val="00975C00"/>
    <w:rsid w:val="00976FAB"/>
    <w:rsid w:val="00977824"/>
    <w:rsid w:val="009778FE"/>
    <w:rsid w:val="00977BA1"/>
    <w:rsid w:val="00980161"/>
    <w:rsid w:val="00980FA4"/>
    <w:rsid w:val="00981EF9"/>
    <w:rsid w:val="00982AA8"/>
    <w:rsid w:val="00982D0A"/>
    <w:rsid w:val="00982DB8"/>
    <w:rsid w:val="00982F6A"/>
    <w:rsid w:val="009837EB"/>
    <w:rsid w:val="00984104"/>
    <w:rsid w:val="009854E0"/>
    <w:rsid w:val="00985574"/>
    <w:rsid w:val="00985A00"/>
    <w:rsid w:val="00985C45"/>
    <w:rsid w:val="009862E6"/>
    <w:rsid w:val="009868C2"/>
    <w:rsid w:val="009900C3"/>
    <w:rsid w:val="00990774"/>
    <w:rsid w:val="009916E2"/>
    <w:rsid w:val="00991B7E"/>
    <w:rsid w:val="00992363"/>
    <w:rsid w:val="00992B32"/>
    <w:rsid w:val="0099383B"/>
    <w:rsid w:val="0099386D"/>
    <w:rsid w:val="0099387C"/>
    <w:rsid w:val="00993FC1"/>
    <w:rsid w:val="00994F2E"/>
    <w:rsid w:val="00994F58"/>
    <w:rsid w:val="00995534"/>
    <w:rsid w:val="00995713"/>
    <w:rsid w:val="00995941"/>
    <w:rsid w:val="00995ABA"/>
    <w:rsid w:val="00995CDE"/>
    <w:rsid w:val="00996939"/>
    <w:rsid w:val="00996C2D"/>
    <w:rsid w:val="00996D2B"/>
    <w:rsid w:val="00997CD4"/>
    <w:rsid w:val="009A191B"/>
    <w:rsid w:val="009A242B"/>
    <w:rsid w:val="009A2878"/>
    <w:rsid w:val="009A2AE3"/>
    <w:rsid w:val="009A459A"/>
    <w:rsid w:val="009A5697"/>
    <w:rsid w:val="009A602A"/>
    <w:rsid w:val="009A7043"/>
    <w:rsid w:val="009A7A5E"/>
    <w:rsid w:val="009B05DC"/>
    <w:rsid w:val="009B05E5"/>
    <w:rsid w:val="009B0D77"/>
    <w:rsid w:val="009B0DE3"/>
    <w:rsid w:val="009B1447"/>
    <w:rsid w:val="009B19F0"/>
    <w:rsid w:val="009B2044"/>
    <w:rsid w:val="009B249B"/>
    <w:rsid w:val="009B2995"/>
    <w:rsid w:val="009B30F7"/>
    <w:rsid w:val="009B36C8"/>
    <w:rsid w:val="009B397F"/>
    <w:rsid w:val="009B3C29"/>
    <w:rsid w:val="009B4157"/>
    <w:rsid w:val="009B4207"/>
    <w:rsid w:val="009B4329"/>
    <w:rsid w:val="009B45AD"/>
    <w:rsid w:val="009B4743"/>
    <w:rsid w:val="009B5538"/>
    <w:rsid w:val="009B5605"/>
    <w:rsid w:val="009B5A21"/>
    <w:rsid w:val="009B662A"/>
    <w:rsid w:val="009B6F6E"/>
    <w:rsid w:val="009B7009"/>
    <w:rsid w:val="009B7068"/>
    <w:rsid w:val="009B7700"/>
    <w:rsid w:val="009B7714"/>
    <w:rsid w:val="009B7A98"/>
    <w:rsid w:val="009C0C5A"/>
    <w:rsid w:val="009C0FDB"/>
    <w:rsid w:val="009C16B9"/>
    <w:rsid w:val="009C1754"/>
    <w:rsid w:val="009C1939"/>
    <w:rsid w:val="009C2010"/>
    <w:rsid w:val="009C2086"/>
    <w:rsid w:val="009C2ED9"/>
    <w:rsid w:val="009C2F28"/>
    <w:rsid w:val="009C30C6"/>
    <w:rsid w:val="009C6148"/>
    <w:rsid w:val="009C6E56"/>
    <w:rsid w:val="009C7888"/>
    <w:rsid w:val="009C7924"/>
    <w:rsid w:val="009C7E9C"/>
    <w:rsid w:val="009D1A15"/>
    <w:rsid w:val="009D1BFC"/>
    <w:rsid w:val="009D26B4"/>
    <w:rsid w:val="009D3176"/>
    <w:rsid w:val="009D366A"/>
    <w:rsid w:val="009D3A4A"/>
    <w:rsid w:val="009D4805"/>
    <w:rsid w:val="009D4891"/>
    <w:rsid w:val="009D4D1E"/>
    <w:rsid w:val="009D4E2D"/>
    <w:rsid w:val="009D50F5"/>
    <w:rsid w:val="009D5750"/>
    <w:rsid w:val="009D58EC"/>
    <w:rsid w:val="009D6C5E"/>
    <w:rsid w:val="009D72FE"/>
    <w:rsid w:val="009D7E16"/>
    <w:rsid w:val="009E005D"/>
    <w:rsid w:val="009E11DC"/>
    <w:rsid w:val="009E1461"/>
    <w:rsid w:val="009E163E"/>
    <w:rsid w:val="009E2866"/>
    <w:rsid w:val="009E286A"/>
    <w:rsid w:val="009E2D23"/>
    <w:rsid w:val="009E3176"/>
    <w:rsid w:val="009E389D"/>
    <w:rsid w:val="009E3E61"/>
    <w:rsid w:val="009E4402"/>
    <w:rsid w:val="009E6D8D"/>
    <w:rsid w:val="009E6FDD"/>
    <w:rsid w:val="009F0A5D"/>
    <w:rsid w:val="009F0DB6"/>
    <w:rsid w:val="009F0F12"/>
    <w:rsid w:val="009F10D9"/>
    <w:rsid w:val="009F1674"/>
    <w:rsid w:val="009F2132"/>
    <w:rsid w:val="009F43B5"/>
    <w:rsid w:val="009F4592"/>
    <w:rsid w:val="009F4C5B"/>
    <w:rsid w:val="009F5149"/>
    <w:rsid w:val="009F553F"/>
    <w:rsid w:val="009F5F6E"/>
    <w:rsid w:val="009F6440"/>
    <w:rsid w:val="009F6748"/>
    <w:rsid w:val="009F7014"/>
    <w:rsid w:val="009F7074"/>
    <w:rsid w:val="009F753B"/>
    <w:rsid w:val="009F7B82"/>
    <w:rsid w:val="00A00055"/>
    <w:rsid w:val="00A00FFD"/>
    <w:rsid w:val="00A01161"/>
    <w:rsid w:val="00A015AB"/>
    <w:rsid w:val="00A01605"/>
    <w:rsid w:val="00A03713"/>
    <w:rsid w:val="00A03A3F"/>
    <w:rsid w:val="00A03B77"/>
    <w:rsid w:val="00A03F2D"/>
    <w:rsid w:val="00A046B6"/>
    <w:rsid w:val="00A05079"/>
    <w:rsid w:val="00A056B0"/>
    <w:rsid w:val="00A072D2"/>
    <w:rsid w:val="00A0782B"/>
    <w:rsid w:val="00A0784C"/>
    <w:rsid w:val="00A1162E"/>
    <w:rsid w:val="00A117F2"/>
    <w:rsid w:val="00A11B85"/>
    <w:rsid w:val="00A1215E"/>
    <w:rsid w:val="00A12BB6"/>
    <w:rsid w:val="00A12CC7"/>
    <w:rsid w:val="00A12D4A"/>
    <w:rsid w:val="00A1306F"/>
    <w:rsid w:val="00A131D3"/>
    <w:rsid w:val="00A13D40"/>
    <w:rsid w:val="00A14E58"/>
    <w:rsid w:val="00A162AB"/>
    <w:rsid w:val="00A16C8E"/>
    <w:rsid w:val="00A20829"/>
    <w:rsid w:val="00A20A77"/>
    <w:rsid w:val="00A22BA5"/>
    <w:rsid w:val="00A22F81"/>
    <w:rsid w:val="00A23F53"/>
    <w:rsid w:val="00A24DA0"/>
    <w:rsid w:val="00A255B3"/>
    <w:rsid w:val="00A25666"/>
    <w:rsid w:val="00A25DFD"/>
    <w:rsid w:val="00A26152"/>
    <w:rsid w:val="00A2654E"/>
    <w:rsid w:val="00A267D3"/>
    <w:rsid w:val="00A2729D"/>
    <w:rsid w:val="00A27D96"/>
    <w:rsid w:val="00A27DDC"/>
    <w:rsid w:val="00A30185"/>
    <w:rsid w:val="00A307E7"/>
    <w:rsid w:val="00A3161B"/>
    <w:rsid w:val="00A3199C"/>
    <w:rsid w:val="00A320D1"/>
    <w:rsid w:val="00A32B24"/>
    <w:rsid w:val="00A330D9"/>
    <w:rsid w:val="00A344C2"/>
    <w:rsid w:val="00A3554B"/>
    <w:rsid w:val="00A3557E"/>
    <w:rsid w:val="00A36376"/>
    <w:rsid w:val="00A368B1"/>
    <w:rsid w:val="00A36B4C"/>
    <w:rsid w:val="00A376FC"/>
    <w:rsid w:val="00A377BE"/>
    <w:rsid w:val="00A378B0"/>
    <w:rsid w:val="00A408FB"/>
    <w:rsid w:val="00A42F85"/>
    <w:rsid w:val="00A43303"/>
    <w:rsid w:val="00A45277"/>
    <w:rsid w:val="00A45EB5"/>
    <w:rsid w:val="00A45FF3"/>
    <w:rsid w:val="00A46697"/>
    <w:rsid w:val="00A467E4"/>
    <w:rsid w:val="00A46806"/>
    <w:rsid w:val="00A46C83"/>
    <w:rsid w:val="00A47121"/>
    <w:rsid w:val="00A47B2F"/>
    <w:rsid w:val="00A5082E"/>
    <w:rsid w:val="00A509DA"/>
    <w:rsid w:val="00A516EE"/>
    <w:rsid w:val="00A518EA"/>
    <w:rsid w:val="00A53478"/>
    <w:rsid w:val="00A53791"/>
    <w:rsid w:val="00A537FE"/>
    <w:rsid w:val="00A53E71"/>
    <w:rsid w:val="00A5465C"/>
    <w:rsid w:val="00A55598"/>
    <w:rsid w:val="00A55D46"/>
    <w:rsid w:val="00A564DA"/>
    <w:rsid w:val="00A578EA"/>
    <w:rsid w:val="00A6054D"/>
    <w:rsid w:val="00A60FDD"/>
    <w:rsid w:val="00A6128F"/>
    <w:rsid w:val="00A615E7"/>
    <w:rsid w:val="00A61678"/>
    <w:rsid w:val="00A62015"/>
    <w:rsid w:val="00A638D2"/>
    <w:rsid w:val="00A64455"/>
    <w:rsid w:val="00A6559D"/>
    <w:rsid w:val="00A6571F"/>
    <w:rsid w:val="00A660EC"/>
    <w:rsid w:val="00A66464"/>
    <w:rsid w:val="00A66962"/>
    <w:rsid w:val="00A67448"/>
    <w:rsid w:val="00A6751C"/>
    <w:rsid w:val="00A675C2"/>
    <w:rsid w:val="00A67617"/>
    <w:rsid w:val="00A67850"/>
    <w:rsid w:val="00A70F5B"/>
    <w:rsid w:val="00A7194D"/>
    <w:rsid w:val="00A73679"/>
    <w:rsid w:val="00A7481B"/>
    <w:rsid w:val="00A75A74"/>
    <w:rsid w:val="00A760BF"/>
    <w:rsid w:val="00A763CD"/>
    <w:rsid w:val="00A818CF"/>
    <w:rsid w:val="00A81A9B"/>
    <w:rsid w:val="00A81FCB"/>
    <w:rsid w:val="00A820C5"/>
    <w:rsid w:val="00A82A50"/>
    <w:rsid w:val="00A82AA2"/>
    <w:rsid w:val="00A82C19"/>
    <w:rsid w:val="00A83C89"/>
    <w:rsid w:val="00A84157"/>
    <w:rsid w:val="00A84520"/>
    <w:rsid w:val="00A846BF"/>
    <w:rsid w:val="00A84DE1"/>
    <w:rsid w:val="00A860A4"/>
    <w:rsid w:val="00A877E5"/>
    <w:rsid w:val="00A87F9E"/>
    <w:rsid w:val="00A905C8"/>
    <w:rsid w:val="00A913B7"/>
    <w:rsid w:val="00A913BF"/>
    <w:rsid w:val="00A917A5"/>
    <w:rsid w:val="00A91EC4"/>
    <w:rsid w:val="00A94A67"/>
    <w:rsid w:val="00A966F4"/>
    <w:rsid w:val="00A96752"/>
    <w:rsid w:val="00A9677F"/>
    <w:rsid w:val="00A97CC9"/>
    <w:rsid w:val="00AA0D39"/>
    <w:rsid w:val="00AA108A"/>
    <w:rsid w:val="00AA166B"/>
    <w:rsid w:val="00AA1BFC"/>
    <w:rsid w:val="00AA1F80"/>
    <w:rsid w:val="00AA1FAB"/>
    <w:rsid w:val="00AA2587"/>
    <w:rsid w:val="00AA35F1"/>
    <w:rsid w:val="00AA3EBD"/>
    <w:rsid w:val="00AA481B"/>
    <w:rsid w:val="00AA51BF"/>
    <w:rsid w:val="00AA532D"/>
    <w:rsid w:val="00AA54C6"/>
    <w:rsid w:val="00AA5DDE"/>
    <w:rsid w:val="00AA5FBF"/>
    <w:rsid w:val="00AA63E1"/>
    <w:rsid w:val="00AA6D92"/>
    <w:rsid w:val="00AA73FE"/>
    <w:rsid w:val="00AA777E"/>
    <w:rsid w:val="00AB0655"/>
    <w:rsid w:val="00AB0BEE"/>
    <w:rsid w:val="00AB0ED6"/>
    <w:rsid w:val="00AB122C"/>
    <w:rsid w:val="00AB30BF"/>
    <w:rsid w:val="00AB3F5F"/>
    <w:rsid w:val="00AB400F"/>
    <w:rsid w:val="00AB4166"/>
    <w:rsid w:val="00AB45AE"/>
    <w:rsid w:val="00AB5435"/>
    <w:rsid w:val="00AB6B77"/>
    <w:rsid w:val="00AB72F3"/>
    <w:rsid w:val="00AB73A3"/>
    <w:rsid w:val="00AB7E47"/>
    <w:rsid w:val="00AC12F0"/>
    <w:rsid w:val="00AC14BB"/>
    <w:rsid w:val="00AC1C18"/>
    <w:rsid w:val="00AC1CA4"/>
    <w:rsid w:val="00AC3023"/>
    <w:rsid w:val="00AC305C"/>
    <w:rsid w:val="00AC35B5"/>
    <w:rsid w:val="00AC35BA"/>
    <w:rsid w:val="00AC3894"/>
    <w:rsid w:val="00AC4000"/>
    <w:rsid w:val="00AC562D"/>
    <w:rsid w:val="00AC5E68"/>
    <w:rsid w:val="00AC696C"/>
    <w:rsid w:val="00AC7D2D"/>
    <w:rsid w:val="00AD04AE"/>
    <w:rsid w:val="00AD0B31"/>
    <w:rsid w:val="00AD1E96"/>
    <w:rsid w:val="00AD21AE"/>
    <w:rsid w:val="00AD33E8"/>
    <w:rsid w:val="00AD37D0"/>
    <w:rsid w:val="00AD37D5"/>
    <w:rsid w:val="00AD566E"/>
    <w:rsid w:val="00AD59B6"/>
    <w:rsid w:val="00AD7BBB"/>
    <w:rsid w:val="00AD7BEF"/>
    <w:rsid w:val="00AE0330"/>
    <w:rsid w:val="00AE1255"/>
    <w:rsid w:val="00AE20B2"/>
    <w:rsid w:val="00AE222A"/>
    <w:rsid w:val="00AE2F27"/>
    <w:rsid w:val="00AE30D3"/>
    <w:rsid w:val="00AE4129"/>
    <w:rsid w:val="00AE41D9"/>
    <w:rsid w:val="00AE4865"/>
    <w:rsid w:val="00AE4AF1"/>
    <w:rsid w:val="00AE52D9"/>
    <w:rsid w:val="00AE557B"/>
    <w:rsid w:val="00AE5DC1"/>
    <w:rsid w:val="00AE684A"/>
    <w:rsid w:val="00AE7766"/>
    <w:rsid w:val="00AF0375"/>
    <w:rsid w:val="00AF0E3F"/>
    <w:rsid w:val="00AF1551"/>
    <w:rsid w:val="00AF3DBD"/>
    <w:rsid w:val="00AF3F4C"/>
    <w:rsid w:val="00AF5198"/>
    <w:rsid w:val="00AF5DC3"/>
    <w:rsid w:val="00AF5DF6"/>
    <w:rsid w:val="00AF63DE"/>
    <w:rsid w:val="00AF7225"/>
    <w:rsid w:val="00AF7931"/>
    <w:rsid w:val="00AF7DE2"/>
    <w:rsid w:val="00B00A91"/>
    <w:rsid w:val="00B01479"/>
    <w:rsid w:val="00B01652"/>
    <w:rsid w:val="00B020ED"/>
    <w:rsid w:val="00B02BC4"/>
    <w:rsid w:val="00B032CF"/>
    <w:rsid w:val="00B03792"/>
    <w:rsid w:val="00B048B3"/>
    <w:rsid w:val="00B04C90"/>
    <w:rsid w:val="00B04D5F"/>
    <w:rsid w:val="00B0561E"/>
    <w:rsid w:val="00B05B8D"/>
    <w:rsid w:val="00B060AC"/>
    <w:rsid w:val="00B06590"/>
    <w:rsid w:val="00B07056"/>
    <w:rsid w:val="00B07719"/>
    <w:rsid w:val="00B0774C"/>
    <w:rsid w:val="00B07771"/>
    <w:rsid w:val="00B0780C"/>
    <w:rsid w:val="00B07B2C"/>
    <w:rsid w:val="00B1067F"/>
    <w:rsid w:val="00B11326"/>
    <w:rsid w:val="00B11473"/>
    <w:rsid w:val="00B116AF"/>
    <w:rsid w:val="00B11767"/>
    <w:rsid w:val="00B11B44"/>
    <w:rsid w:val="00B13E93"/>
    <w:rsid w:val="00B14ECE"/>
    <w:rsid w:val="00B15AE0"/>
    <w:rsid w:val="00B15E83"/>
    <w:rsid w:val="00B16649"/>
    <w:rsid w:val="00B16660"/>
    <w:rsid w:val="00B17551"/>
    <w:rsid w:val="00B1783A"/>
    <w:rsid w:val="00B1797D"/>
    <w:rsid w:val="00B17C79"/>
    <w:rsid w:val="00B17CB6"/>
    <w:rsid w:val="00B200A7"/>
    <w:rsid w:val="00B21BBD"/>
    <w:rsid w:val="00B226F1"/>
    <w:rsid w:val="00B227FE"/>
    <w:rsid w:val="00B22D1D"/>
    <w:rsid w:val="00B23F18"/>
    <w:rsid w:val="00B24160"/>
    <w:rsid w:val="00B24DE7"/>
    <w:rsid w:val="00B257D1"/>
    <w:rsid w:val="00B25943"/>
    <w:rsid w:val="00B2612F"/>
    <w:rsid w:val="00B2648B"/>
    <w:rsid w:val="00B26BF7"/>
    <w:rsid w:val="00B27774"/>
    <w:rsid w:val="00B27B1D"/>
    <w:rsid w:val="00B3058C"/>
    <w:rsid w:val="00B30DEC"/>
    <w:rsid w:val="00B31043"/>
    <w:rsid w:val="00B3160F"/>
    <w:rsid w:val="00B31B02"/>
    <w:rsid w:val="00B3234E"/>
    <w:rsid w:val="00B32E02"/>
    <w:rsid w:val="00B33ACD"/>
    <w:rsid w:val="00B33CAB"/>
    <w:rsid w:val="00B356CA"/>
    <w:rsid w:val="00B36551"/>
    <w:rsid w:val="00B365F4"/>
    <w:rsid w:val="00B367EA"/>
    <w:rsid w:val="00B3703D"/>
    <w:rsid w:val="00B376E7"/>
    <w:rsid w:val="00B37739"/>
    <w:rsid w:val="00B400B4"/>
    <w:rsid w:val="00B407D9"/>
    <w:rsid w:val="00B42452"/>
    <w:rsid w:val="00B42472"/>
    <w:rsid w:val="00B43028"/>
    <w:rsid w:val="00B431BE"/>
    <w:rsid w:val="00B43337"/>
    <w:rsid w:val="00B43648"/>
    <w:rsid w:val="00B436F1"/>
    <w:rsid w:val="00B437D2"/>
    <w:rsid w:val="00B43828"/>
    <w:rsid w:val="00B43B3B"/>
    <w:rsid w:val="00B43C1E"/>
    <w:rsid w:val="00B4405F"/>
    <w:rsid w:val="00B4413C"/>
    <w:rsid w:val="00B444AE"/>
    <w:rsid w:val="00B44724"/>
    <w:rsid w:val="00B44D32"/>
    <w:rsid w:val="00B4560A"/>
    <w:rsid w:val="00B46364"/>
    <w:rsid w:val="00B464F1"/>
    <w:rsid w:val="00B46AA0"/>
    <w:rsid w:val="00B46D98"/>
    <w:rsid w:val="00B47829"/>
    <w:rsid w:val="00B479DE"/>
    <w:rsid w:val="00B479F7"/>
    <w:rsid w:val="00B50030"/>
    <w:rsid w:val="00B5026D"/>
    <w:rsid w:val="00B50460"/>
    <w:rsid w:val="00B50855"/>
    <w:rsid w:val="00B51417"/>
    <w:rsid w:val="00B51420"/>
    <w:rsid w:val="00B52E03"/>
    <w:rsid w:val="00B539C7"/>
    <w:rsid w:val="00B541A5"/>
    <w:rsid w:val="00B542C5"/>
    <w:rsid w:val="00B54D99"/>
    <w:rsid w:val="00B54E15"/>
    <w:rsid w:val="00B55277"/>
    <w:rsid w:val="00B55464"/>
    <w:rsid w:val="00B55610"/>
    <w:rsid w:val="00B56030"/>
    <w:rsid w:val="00B5640E"/>
    <w:rsid w:val="00B564ED"/>
    <w:rsid w:val="00B56984"/>
    <w:rsid w:val="00B56FD2"/>
    <w:rsid w:val="00B57B1B"/>
    <w:rsid w:val="00B57B72"/>
    <w:rsid w:val="00B57F7B"/>
    <w:rsid w:val="00B60856"/>
    <w:rsid w:val="00B60CD0"/>
    <w:rsid w:val="00B617EA"/>
    <w:rsid w:val="00B62BD9"/>
    <w:rsid w:val="00B62D96"/>
    <w:rsid w:val="00B63BCF"/>
    <w:rsid w:val="00B63BD6"/>
    <w:rsid w:val="00B647CD"/>
    <w:rsid w:val="00B64AC1"/>
    <w:rsid w:val="00B662BA"/>
    <w:rsid w:val="00B66322"/>
    <w:rsid w:val="00B66A93"/>
    <w:rsid w:val="00B67647"/>
    <w:rsid w:val="00B6775C"/>
    <w:rsid w:val="00B7036F"/>
    <w:rsid w:val="00B70B08"/>
    <w:rsid w:val="00B71F53"/>
    <w:rsid w:val="00B72814"/>
    <w:rsid w:val="00B73A9E"/>
    <w:rsid w:val="00B73CB5"/>
    <w:rsid w:val="00B74C27"/>
    <w:rsid w:val="00B7521A"/>
    <w:rsid w:val="00B75608"/>
    <w:rsid w:val="00B75727"/>
    <w:rsid w:val="00B758D7"/>
    <w:rsid w:val="00B76A58"/>
    <w:rsid w:val="00B7770D"/>
    <w:rsid w:val="00B77784"/>
    <w:rsid w:val="00B77855"/>
    <w:rsid w:val="00B80127"/>
    <w:rsid w:val="00B80293"/>
    <w:rsid w:val="00B80B03"/>
    <w:rsid w:val="00B80C53"/>
    <w:rsid w:val="00B81614"/>
    <w:rsid w:val="00B8168D"/>
    <w:rsid w:val="00B819CB"/>
    <w:rsid w:val="00B81E87"/>
    <w:rsid w:val="00B81FA4"/>
    <w:rsid w:val="00B82F5F"/>
    <w:rsid w:val="00B83236"/>
    <w:rsid w:val="00B83CF3"/>
    <w:rsid w:val="00B83E67"/>
    <w:rsid w:val="00B84C3C"/>
    <w:rsid w:val="00B8523F"/>
    <w:rsid w:val="00B85C9D"/>
    <w:rsid w:val="00B8631E"/>
    <w:rsid w:val="00B86A53"/>
    <w:rsid w:val="00B86CCA"/>
    <w:rsid w:val="00B87709"/>
    <w:rsid w:val="00B90630"/>
    <w:rsid w:val="00B90D80"/>
    <w:rsid w:val="00B919EA"/>
    <w:rsid w:val="00B9295C"/>
    <w:rsid w:val="00B9366C"/>
    <w:rsid w:val="00B938D5"/>
    <w:rsid w:val="00B9408B"/>
    <w:rsid w:val="00B94716"/>
    <w:rsid w:val="00B95584"/>
    <w:rsid w:val="00B95655"/>
    <w:rsid w:val="00B966EA"/>
    <w:rsid w:val="00B967FF"/>
    <w:rsid w:val="00B969F5"/>
    <w:rsid w:val="00B96C15"/>
    <w:rsid w:val="00B96F62"/>
    <w:rsid w:val="00B973B8"/>
    <w:rsid w:val="00B97831"/>
    <w:rsid w:val="00BA024B"/>
    <w:rsid w:val="00BA0B65"/>
    <w:rsid w:val="00BA0BBF"/>
    <w:rsid w:val="00BA1ADA"/>
    <w:rsid w:val="00BA2DCB"/>
    <w:rsid w:val="00BA33CE"/>
    <w:rsid w:val="00BA4053"/>
    <w:rsid w:val="00BA4BA3"/>
    <w:rsid w:val="00BA4C60"/>
    <w:rsid w:val="00BA5D81"/>
    <w:rsid w:val="00BA66E4"/>
    <w:rsid w:val="00BA7767"/>
    <w:rsid w:val="00BA7A81"/>
    <w:rsid w:val="00BB3699"/>
    <w:rsid w:val="00BB3E17"/>
    <w:rsid w:val="00BB4152"/>
    <w:rsid w:val="00BB4B8A"/>
    <w:rsid w:val="00BB542D"/>
    <w:rsid w:val="00BB5583"/>
    <w:rsid w:val="00BB5893"/>
    <w:rsid w:val="00BB6BE5"/>
    <w:rsid w:val="00BB711C"/>
    <w:rsid w:val="00BB71B4"/>
    <w:rsid w:val="00BB75FE"/>
    <w:rsid w:val="00BB7761"/>
    <w:rsid w:val="00BB79C0"/>
    <w:rsid w:val="00BB7CF3"/>
    <w:rsid w:val="00BC0E01"/>
    <w:rsid w:val="00BC168C"/>
    <w:rsid w:val="00BC1813"/>
    <w:rsid w:val="00BC1D16"/>
    <w:rsid w:val="00BC2A92"/>
    <w:rsid w:val="00BC48F2"/>
    <w:rsid w:val="00BC4BB5"/>
    <w:rsid w:val="00BC50D9"/>
    <w:rsid w:val="00BC520F"/>
    <w:rsid w:val="00BC564A"/>
    <w:rsid w:val="00BC5E54"/>
    <w:rsid w:val="00BC665F"/>
    <w:rsid w:val="00BC74B4"/>
    <w:rsid w:val="00BC7A9D"/>
    <w:rsid w:val="00BD17B3"/>
    <w:rsid w:val="00BD219D"/>
    <w:rsid w:val="00BD26AD"/>
    <w:rsid w:val="00BD4345"/>
    <w:rsid w:val="00BD43BC"/>
    <w:rsid w:val="00BD4950"/>
    <w:rsid w:val="00BD4AA3"/>
    <w:rsid w:val="00BD4B9F"/>
    <w:rsid w:val="00BD5196"/>
    <w:rsid w:val="00BD54C2"/>
    <w:rsid w:val="00BD575F"/>
    <w:rsid w:val="00BD6B66"/>
    <w:rsid w:val="00BD7115"/>
    <w:rsid w:val="00BD7774"/>
    <w:rsid w:val="00BE035B"/>
    <w:rsid w:val="00BE0B37"/>
    <w:rsid w:val="00BE2849"/>
    <w:rsid w:val="00BE2E45"/>
    <w:rsid w:val="00BE3E4F"/>
    <w:rsid w:val="00BE41F6"/>
    <w:rsid w:val="00BE4F7E"/>
    <w:rsid w:val="00BE5E46"/>
    <w:rsid w:val="00BE60CA"/>
    <w:rsid w:val="00BE6A47"/>
    <w:rsid w:val="00BE7587"/>
    <w:rsid w:val="00BE764A"/>
    <w:rsid w:val="00BF0AC6"/>
    <w:rsid w:val="00BF2A44"/>
    <w:rsid w:val="00BF2FDD"/>
    <w:rsid w:val="00BF36FB"/>
    <w:rsid w:val="00BF3788"/>
    <w:rsid w:val="00BF4744"/>
    <w:rsid w:val="00BF4D37"/>
    <w:rsid w:val="00C00210"/>
    <w:rsid w:val="00C00584"/>
    <w:rsid w:val="00C01774"/>
    <w:rsid w:val="00C023DD"/>
    <w:rsid w:val="00C0257E"/>
    <w:rsid w:val="00C0366C"/>
    <w:rsid w:val="00C040C9"/>
    <w:rsid w:val="00C048FC"/>
    <w:rsid w:val="00C051BC"/>
    <w:rsid w:val="00C06973"/>
    <w:rsid w:val="00C075A9"/>
    <w:rsid w:val="00C07891"/>
    <w:rsid w:val="00C07A9A"/>
    <w:rsid w:val="00C07B26"/>
    <w:rsid w:val="00C07BBE"/>
    <w:rsid w:val="00C07C4A"/>
    <w:rsid w:val="00C07FF8"/>
    <w:rsid w:val="00C10833"/>
    <w:rsid w:val="00C1189C"/>
    <w:rsid w:val="00C11DD0"/>
    <w:rsid w:val="00C12EE2"/>
    <w:rsid w:val="00C140FF"/>
    <w:rsid w:val="00C161B6"/>
    <w:rsid w:val="00C17788"/>
    <w:rsid w:val="00C1781D"/>
    <w:rsid w:val="00C20496"/>
    <w:rsid w:val="00C20502"/>
    <w:rsid w:val="00C213C5"/>
    <w:rsid w:val="00C22557"/>
    <w:rsid w:val="00C2291D"/>
    <w:rsid w:val="00C22C3A"/>
    <w:rsid w:val="00C24044"/>
    <w:rsid w:val="00C244AA"/>
    <w:rsid w:val="00C24938"/>
    <w:rsid w:val="00C24BB2"/>
    <w:rsid w:val="00C25452"/>
    <w:rsid w:val="00C26898"/>
    <w:rsid w:val="00C27CA8"/>
    <w:rsid w:val="00C308A5"/>
    <w:rsid w:val="00C30BD6"/>
    <w:rsid w:val="00C3162E"/>
    <w:rsid w:val="00C31B86"/>
    <w:rsid w:val="00C31DA0"/>
    <w:rsid w:val="00C31ED0"/>
    <w:rsid w:val="00C32DB8"/>
    <w:rsid w:val="00C33779"/>
    <w:rsid w:val="00C33DF8"/>
    <w:rsid w:val="00C347B7"/>
    <w:rsid w:val="00C34AE7"/>
    <w:rsid w:val="00C34E2F"/>
    <w:rsid w:val="00C35521"/>
    <w:rsid w:val="00C3646C"/>
    <w:rsid w:val="00C36DDA"/>
    <w:rsid w:val="00C37018"/>
    <w:rsid w:val="00C3775B"/>
    <w:rsid w:val="00C37AB1"/>
    <w:rsid w:val="00C401E8"/>
    <w:rsid w:val="00C40881"/>
    <w:rsid w:val="00C40C30"/>
    <w:rsid w:val="00C40CA8"/>
    <w:rsid w:val="00C411BC"/>
    <w:rsid w:val="00C41DE5"/>
    <w:rsid w:val="00C43DEE"/>
    <w:rsid w:val="00C44223"/>
    <w:rsid w:val="00C44A38"/>
    <w:rsid w:val="00C44AB8"/>
    <w:rsid w:val="00C44FE8"/>
    <w:rsid w:val="00C45585"/>
    <w:rsid w:val="00C46AF9"/>
    <w:rsid w:val="00C46FF7"/>
    <w:rsid w:val="00C5043A"/>
    <w:rsid w:val="00C5107D"/>
    <w:rsid w:val="00C51C1B"/>
    <w:rsid w:val="00C52176"/>
    <w:rsid w:val="00C52B07"/>
    <w:rsid w:val="00C52DBC"/>
    <w:rsid w:val="00C5336F"/>
    <w:rsid w:val="00C53592"/>
    <w:rsid w:val="00C537D3"/>
    <w:rsid w:val="00C53AAB"/>
    <w:rsid w:val="00C5431A"/>
    <w:rsid w:val="00C553C4"/>
    <w:rsid w:val="00C557A7"/>
    <w:rsid w:val="00C56A89"/>
    <w:rsid w:val="00C56F18"/>
    <w:rsid w:val="00C5752C"/>
    <w:rsid w:val="00C57671"/>
    <w:rsid w:val="00C57CCA"/>
    <w:rsid w:val="00C60093"/>
    <w:rsid w:val="00C6040A"/>
    <w:rsid w:val="00C60669"/>
    <w:rsid w:val="00C60A0C"/>
    <w:rsid w:val="00C60E93"/>
    <w:rsid w:val="00C61854"/>
    <w:rsid w:val="00C61EDD"/>
    <w:rsid w:val="00C61FE3"/>
    <w:rsid w:val="00C62ADE"/>
    <w:rsid w:val="00C636DE"/>
    <w:rsid w:val="00C63916"/>
    <w:rsid w:val="00C64531"/>
    <w:rsid w:val="00C652EC"/>
    <w:rsid w:val="00C6553C"/>
    <w:rsid w:val="00C65546"/>
    <w:rsid w:val="00C6597A"/>
    <w:rsid w:val="00C662B4"/>
    <w:rsid w:val="00C6709B"/>
    <w:rsid w:val="00C67954"/>
    <w:rsid w:val="00C67BC7"/>
    <w:rsid w:val="00C67CF0"/>
    <w:rsid w:val="00C709F5"/>
    <w:rsid w:val="00C70C30"/>
    <w:rsid w:val="00C7139B"/>
    <w:rsid w:val="00C71EA9"/>
    <w:rsid w:val="00C71F22"/>
    <w:rsid w:val="00C72504"/>
    <w:rsid w:val="00C73595"/>
    <w:rsid w:val="00C73A7C"/>
    <w:rsid w:val="00C74786"/>
    <w:rsid w:val="00C74D67"/>
    <w:rsid w:val="00C74E3B"/>
    <w:rsid w:val="00C759D7"/>
    <w:rsid w:val="00C7626A"/>
    <w:rsid w:val="00C7718D"/>
    <w:rsid w:val="00C77596"/>
    <w:rsid w:val="00C80197"/>
    <w:rsid w:val="00C80890"/>
    <w:rsid w:val="00C8089B"/>
    <w:rsid w:val="00C808A5"/>
    <w:rsid w:val="00C80BA4"/>
    <w:rsid w:val="00C82AB2"/>
    <w:rsid w:val="00C82D79"/>
    <w:rsid w:val="00C82F56"/>
    <w:rsid w:val="00C83D2F"/>
    <w:rsid w:val="00C8462F"/>
    <w:rsid w:val="00C849F6"/>
    <w:rsid w:val="00C86CA0"/>
    <w:rsid w:val="00C87AEB"/>
    <w:rsid w:val="00C87FCE"/>
    <w:rsid w:val="00C910EA"/>
    <w:rsid w:val="00C9141E"/>
    <w:rsid w:val="00C91637"/>
    <w:rsid w:val="00C926D5"/>
    <w:rsid w:val="00C926DA"/>
    <w:rsid w:val="00C92B3D"/>
    <w:rsid w:val="00C9352A"/>
    <w:rsid w:val="00C941F3"/>
    <w:rsid w:val="00C94E3A"/>
    <w:rsid w:val="00C95216"/>
    <w:rsid w:val="00C96AC0"/>
    <w:rsid w:val="00C96BFD"/>
    <w:rsid w:val="00C97688"/>
    <w:rsid w:val="00CA09C3"/>
    <w:rsid w:val="00CA0EA4"/>
    <w:rsid w:val="00CA1121"/>
    <w:rsid w:val="00CA1461"/>
    <w:rsid w:val="00CA1D5C"/>
    <w:rsid w:val="00CA2432"/>
    <w:rsid w:val="00CA2F6A"/>
    <w:rsid w:val="00CA30F8"/>
    <w:rsid w:val="00CA4267"/>
    <w:rsid w:val="00CA4B67"/>
    <w:rsid w:val="00CA4BC7"/>
    <w:rsid w:val="00CA54F4"/>
    <w:rsid w:val="00CA5F7F"/>
    <w:rsid w:val="00CA6A8D"/>
    <w:rsid w:val="00CA6C77"/>
    <w:rsid w:val="00CA6F2F"/>
    <w:rsid w:val="00CA74BA"/>
    <w:rsid w:val="00CB0FA6"/>
    <w:rsid w:val="00CB106B"/>
    <w:rsid w:val="00CB126B"/>
    <w:rsid w:val="00CB15D4"/>
    <w:rsid w:val="00CB3578"/>
    <w:rsid w:val="00CB3E19"/>
    <w:rsid w:val="00CB436D"/>
    <w:rsid w:val="00CB44A5"/>
    <w:rsid w:val="00CB4D56"/>
    <w:rsid w:val="00CB5E50"/>
    <w:rsid w:val="00CB6C29"/>
    <w:rsid w:val="00CB6E89"/>
    <w:rsid w:val="00CB73F9"/>
    <w:rsid w:val="00CC01B8"/>
    <w:rsid w:val="00CC041C"/>
    <w:rsid w:val="00CC07BD"/>
    <w:rsid w:val="00CC1065"/>
    <w:rsid w:val="00CC1700"/>
    <w:rsid w:val="00CC1746"/>
    <w:rsid w:val="00CC1AE9"/>
    <w:rsid w:val="00CC264C"/>
    <w:rsid w:val="00CC2E45"/>
    <w:rsid w:val="00CC35E0"/>
    <w:rsid w:val="00CC3E7A"/>
    <w:rsid w:val="00CC400D"/>
    <w:rsid w:val="00CC5767"/>
    <w:rsid w:val="00CC595B"/>
    <w:rsid w:val="00CC5A73"/>
    <w:rsid w:val="00CC68ED"/>
    <w:rsid w:val="00CC6E56"/>
    <w:rsid w:val="00CC78D5"/>
    <w:rsid w:val="00CD1407"/>
    <w:rsid w:val="00CD3910"/>
    <w:rsid w:val="00CD3D96"/>
    <w:rsid w:val="00CD47E3"/>
    <w:rsid w:val="00CD49F0"/>
    <w:rsid w:val="00CD4B05"/>
    <w:rsid w:val="00CD4CA1"/>
    <w:rsid w:val="00CD5409"/>
    <w:rsid w:val="00CD5F38"/>
    <w:rsid w:val="00CD656E"/>
    <w:rsid w:val="00CD78AC"/>
    <w:rsid w:val="00CD7A56"/>
    <w:rsid w:val="00CE0B81"/>
    <w:rsid w:val="00CE15CC"/>
    <w:rsid w:val="00CE1915"/>
    <w:rsid w:val="00CE29BE"/>
    <w:rsid w:val="00CE2D2D"/>
    <w:rsid w:val="00CE3494"/>
    <w:rsid w:val="00CE39E2"/>
    <w:rsid w:val="00CE39F7"/>
    <w:rsid w:val="00CE5AFD"/>
    <w:rsid w:val="00CE5C33"/>
    <w:rsid w:val="00CE690B"/>
    <w:rsid w:val="00CE6A45"/>
    <w:rsid w:val="00CE6AA7"/>
    <w:rsid w:val="00CE6F60"/>
    <w:rsid w:val="00CE7D02"/>
    <w:rsid w:val="00CE7DAF"/>
    <w:rsid w:val="00CF11FB"/>
    <w:rsid w:val="00CF1560"/>
    <w:rsid w:val="00CF2DEC"/>
    <w:rsid w:val="00CF3321"/>
    <w:rsid w:val="00CF3ACC"/>
    <w:rsid w:val="00CF3E1E"/>
    <w:rsid w:val="00CF3F2C"/>
    <w:rsid w:val="00CF443D"/>
    <w:rsid w:val="00CF45DC"/>
    <w:rsid w:val="00CF4E0B"/>
    <w:rsid w:val="00CF4E6B"/>
    <w:rsid w:val="00CF4FC5"/>
    <w:rsid w:val="00CF6D37"/>
    <w:rsid w:val="00CF71C0"/>
    <w:rsid w:val="00D0044B"/>
    <w:rsid w:val="00D0059C"/>
    <w:rsid w:val="00D0081F"/>
    <w:rsid w:val="00D008ED"/>
    <w:rsid w:val="00D00F01"/>
    <w:rsid w:val="00D01B4B"/>
    <w:rsid w:val="00D01BA0"/>
    <w:rsid w:val="00D024D0"/>
    <w:rsid w:val="00D026DE"/>
    <w:rsid w:val="00D0416B"/>
    <w:rsid w:val="00D042FE"/>
    <w:rsid w:val="00D053C2"/>
    <w:rsid w:val="00D0602B"/>
    <w:rsid w:val="00D06573"/>
    <w:rsid w:val="00D07483"/>
    <w:rsid w:val="00D11BCE"/>
    <w:rsid w:val="00D11F69"/>
    <w:rsid w:val="00D12DA8"/>
    <w:rsid w:val="00D13423"/>
    <w:rsid w:val="00D13591"/>
    <w:rsid w:val="00D140A3"/>
    <w:rsid w:val="00D14655"/>
    <w:rsid w:val="00D146B4"/>
    <w:rsid w:val="00D14A88"/>
    <w:rsid w:val="00D15159"/>
    <w:rsid w:val="00D15B5C"/>
    <w:rsid w:val="00D1641F"/>
    <w:rsid w:val="00D16455"/>
    <w:rsid w:val="00D168D3"/>
    <w:rsid w:val="00D172C0"/>
    <w:rsid w:val="00D208C6"/>
    <w:rsid w:val="00D2102A"/>
    <w:rsid w:val="00D21092"/>
    <w:rsid w:val="00D21791"/>
    <w:rsid w:val="00D21C98"/>
    <w:rsid w:val="00D21E8E"/>
    <w:rsid w:val="00D22BE0"/>
    <w:rsid w:val="00D232E0"/>
    <w:rsid w:val="00D23F31"/>
    <w:rsid w:val="00D26D67"/>
    <w:rsid w:val="00D303BF"/>
    <w:rsid w:val="00D308CE"/>
    <w:rsid w:val="00D31161"/>
    <w:rsid w:val="00D3159E"/>
    <w:rsid w:val="00D321A5"/>
    <w:rsid w:val="00D32B00"/>
    <w:rsid w:val="00D33086"/>
    <w:rsid w:val="00D33540"/>
    <w:rsid w:val="00D35783"/>
    <w:rsid w:val="00D35A3E"/>
    <w:rsid w:val="00D36224"/>
    <w:rsid w:val="00D368EA"/>
    <w:rsid w:val="00D370B7"/>
    <w:rsid w:val="00D374AD"/>
    <w:rsid w:val="00D411BA"/>
    <w:rsid w:val="00D431CF"/>
    <w:rsid w:val="00D4397D"/>
    <w:rsid w:val="00D43D11"/>
    <w:rsid w:val="00D4443C"/>
    <w:rsid w:val="00D45312"/>
    <w:rsid w:val="00D460AD"/>
    <w:rsid w:val="00D50E7C"/>
    <w:rsid w:val="00D51933"/>
    <w:rsid w:val="00D51A5C"/>
    <w:rsid w:val="00D51BFE"/>
    <w:rsid w:val="00D51C04"/>
    <w:rsid w:val="00D539EB"/>
    <w:rsid w:val="00D53FEC"/>
    <w:rsid w:val="00D544DD"/>
    <w:rsid w:val="00D54BA2"/>
    <w:rsid w:val="00D56069"/>
    <w:rsid w:val="00D56134"/>
    <w:rsid w:val="00D568A5"/>
    <w:rsid w:val="00D6092D"/>
    <w:rsid w:val="00D61432"/>
    <w:rsid w:val="00D6233D"/>
    <w:rsid w:val="00D625FC"/>
    <w:rsid w:val="00D62BC8"/>
    <w:rsid w:val="00D63393"/>
    <w:rsid w:val="00D6446A"/>
    <w:rsid w:val="00D64994"/>
    <w:rsid w:val="00D64E85"/>
    <w:rsid w:val="00D65321"/>
    <w:rsid w:val="00D65458"/>
    <w:rsid w:val="00D659EB"/>
    <w:rsid w:val="00D65E1F"/>
    <w:rsid w:val="00D66405"/>
    <w:rsid w:val="00D66E80"/>
    <w:rsid w:val="00D671BD"/>
    <w:rsid w:val="00D671FA"/>
    <w:rsid w:val="00D67388"/>
    <w:rsid w:val="00D7006C"/>
    <w:rsid w:val="00D7107F"/>
    <w:rsid w:val="00D7136E"/>
    <w:rsid w:val="00D716C9"/>
    <w:rsid w:val="00D72723"/>
    <w:rsid w:val="00D72D8E"/>
    <w:rsid w:val="00D72EA3"/>
    <w:rsid w:val="00D73964"/>
    <w:rsid w:val="00D74B8F"/>
    <w:rsid w:val="00D75172"/>
    <w:rsid w:val="00D75C11"/>
    <w:rsid w:val="00D75E56"/>
    <w:rsid w:val="00D76B45"/>
    <w:rsid w:val="00D80AA2"/>
    <w:rsid w:val="00D80F2D"/>
    <w:rsid w:val="00D81181"/>
    <w:rsid w:val="00D82576"/>
    <w:rsid w:val="00D82901"/>
    <w:rsid w:val="00D82D50"/>
    <w:rsid w:val="00D837D6"/>
    <w:rsid w:val="00D84544"/>
    <w:rsid w:val="00D85BC4"/>
    <w:rsid w:val="00D85E96"/>
    <w:rsid w:val="00D878A2"/>
    <w:rsid w:val="00D87B47"/>
    <w:rsid w:val="00D87DEF"/>
    <w:rsid w:val="00D90E5E"/>
    <w:rsid w:val="00D91778"/>
    <w:rsid w:val="00D92632"/>
    <w:rsid w:val="00D92C17"/>
    <w:rsid w:val="00D95744"/>
    <w:rsid w:val="00D95908"/>
    <w:rsid w:val="00D9601D"/>
    <w:rsid w:val="00D96BE5"/>
    <w:rsid w:val="00D97D40"/>
    <w:rsid w:val="00DA02DE"/>
    <w:rsid w:val="00DA02EF"/>
    <w:rsid w:val="00DA169F"/>
    <w:rsid w:val="00DA260D"/>
    <w:rsid w:val="00DA299F"/>
    <w:rsid w:val="00DA4D42"/>
    <w:rsid w:val="00DA5256"/>
    <w:rsid w:val="00DA5305"/>
    <w:rsid w:val="00DA5561"/>
    <w:rsid w:val="00DA6051"/>
    <w:rsid w:val="00DA637A"/>
    <w:rsid w:val="00DA6AAE"/>
    <w:rsid w:val="00DA7901"/>
    <w:rsid w:val="00DA7E44"/>
    <w:rsid w:val="00DB0004"/>
    <w:rsid w:val="00DB076B"/>
    <w:rsid w:val="00DB07E7"/>
    <w:rsid w:val="00DB08B4"/>
    <w:rsid w:val="00DB0BC2"/>
    <w:rsid w:val="00DB0C90"/>
    <w:rsid w:val="00DB139C"/>
    <w:rsid w:val="00DB1C3E"/>
    <w:rsid w:val="00DB200E"/>
    <w:rsid w:val="00DB21B0"/>
    <w:rsid w:val="00DB3386"/>
    <w:rsid w:val="00DB44C7"/>
    <w:rsid w:val="00DB595C"/>
    <w:rsid w:val="00DB6764"/>
    <w:rsid w:val="00DB7A93"/>
    <w:rsid w:val="00DB7E0D"/>
    <w:rsid w:val="00DC07AC"/>
    <w:rsid w:val="00DC0C8C"/>
    <w:rsid w:val="00DC1538"/>
    <w:rsid w:val="00DC18C1"/>
    <w:rsid w:val="00DC1FF5"/>
    <w:rsid w:val="00DC274B"/>
    <w:rsid w:val="00DC2F43"/>
    <w:rsid w:val="00DC364F"/>
    <w:rsid w:val="00DC491E"/>
    <w:rsid w:val="00DC6733"/>
    <w:rsid w:val="00DC6D7E"/>
    <w:rsid w:val="00DC6FC4"/>
    <w:rsid w:val="00DC778D"/>
    <w:rsid w:val="00DD0671"/>
    <w:rsid w:val="00DD0A74"/>
    <w:rsid w:val="00DD0C05"/>
    <w:rsid w:val="00DD0D25"/>
    <w:rsid w:val="00DD1814"/>
    <w:rsid w:val="00DD1830"/>
    <w:rsid w:val="00DD29DC"/>
    <w:rsid w:val="00DD339B"/>
    <w:rsid w:val="00DD3440"/>
    <w:rsid w:val="00DD35BF"/>
    <w:rsid w:val="00DD448F"/>
    <w:rsid w:val="00DD5E7B"/>
    <w:rsid w:val="00DD5F91"/>
    <w:rsid w:val="00DD60F5"/>
    <w:rsid w:val="00DD65BC"/>
    <w:rsid w:val="00DD6787"/>
    <w:rsid w:val="00DD6CC7"/>
    <w:rsid w:val="00DE014D"/>
    <w:rsid w:val="00DE0666"/>
    <w:rsid w:val="00DE0DC4"/>
    <w:rsid w:val="00DE1142"/>
    <w:rsid w:val="00DE1890"/>
    <w:rsid w:val="00DE1D4A"/>
    <w:rsid w:val="00DE219A"/>
    <w:rsid w:val="00DE2BB8"/>
    <w:rsid w:val="00DE45C7"/>
    <w:rsid w:val="00DE4822"/>
    <w:rsid w:val="00DE4A4B"/>
    <w:rsid w:val="00DE5417"/>
    <w:rsid w:val="00DE5527"/>
    <w:rsid w:val="00DE7404"/>
    <w:rsid w:val="00DF0667"/>
    <w:rsid w:val="00DF0F6E"/>
    <w:rsid w:val="00DF1213"/>
    <w:rsid w:val="00DF25E6"/>
    <w:rsid w:val="00DF2987"/>
    <w:rsid w:val="00DF2DB9"/>
    <w:rsid w:val="00DF3A4F"/>
    <w:rsid w:val="00DF489A"/>
    <w:rsid w:val="00DF4A18"/>
    <w:rsid w:val="00DF4BFD"/>
    <w:rsid w:val="00DF4D80"/>
    <w:rsid w:val="00DF593D"/>
    <w:rsid w:val="00DF65A3"/>
    <w:rsid w:val="00DF692B"/>
    <w:rsid w:val="00DF744A"/>
    <w:rsid w:val="00DF7C31"/>
    <w:rsid w:val="00DF7FEB"/>
    <w:rsid w:val="00E000D8"/>
    <w:rsid w:val="00E0044A"/>
    <w:rsid w:val="00E00AEE"/>
    <w:rsid w:val="00E0190C"/>
    <w:rsid w:val="00E01E31"/>
    <w:rsid w:val="00E03BB1"/>
    <w:rsid w:val="00E04025"/>
    <w:rsid w:val="00E0407B"/>
    <w:rsid w:val="00E0522E"/>
    <w:rsid w:val="00E05C96"/>
    <w:rsid w:val="00E06020"/>
    <w:rsid w:val="00E060D9"/>
    <w:rsid w:val="00E0714D"/>
    <w:rsid w:val="00E07162"/>
    <w:rsid w:val="00E0757A"/>
    <w:rsid w:val="00E0795D"/>
    <w:rsid w:val="00E07B96"/>
    <w:rsid w:val="00E11632"/>
    <w:rsid w:val="00E11AC7"/>
    <w:rsid w:val="00E11FBF"/>
    <w:rsid w:val="00E12978"/>
    <w:rsid w:val="00E12EC5"/>
    <w:rsid w:val="00E13253"/>
    <w:rsid w:val="00E14120"/>
    <w:rsid w:val="00E1485D"/>
    <w:rsid w:val="00E15328"/>
    <w:rsid w:val="00E16539"/>
    <w:rsid w:val="00E17857"/>
    <w:rsid w:val="00E20C2E"/>
    <w:rsid w:val="00E20F93"/>
    <w:rsid w:val="00E2135E"/>
    <w:rsid w:val="00E2203B"/>
    <w:rsid w:val="00E2259C"/>
    <w:rsid w:val="00E230E1"/>
    <w:rsid w:val="00E23A5D"/>
    <w:rsid w:val="00E23B33"/>
    <w:rsid w:val="00E23BCA"/>
    <w:rsid w:val="00E23D1C"/>
    <w:rsid w:val="00E24446"/>
    <w:rsid w:val="00E24DA7"/>
    <w:rsid w:val="00E26038"/>
    <w:rsid w:val="00E26748"/>
    <w:rsid w:val="00E267AB"/>
    <w:rsid w:val="00E26B65"/>
    <w:rsid w:val="00E26CAD"/>
    <w:rsid w:val="00E3077A"/>
    <w:rsid w:val="00E319A7"/>
    <w:rsid w:val="00E31C24"/>
    <w:rsid w:val="00E32D37"/>
    <w:rsid w:val="00E32E83"/>
    <w:rsid w:val="00E32EF3"/>
    <w:rsid w:val="00E33DA6"/>
    <w:rsid w:val="00E33E3D"/>
    <w:rsid w:val="00E33E51"/>
    <w:rsid w:val="00E3428E"/>
    <w:rsid w:val="00E3429A"/>
    <w:rsid w:val="00E35B63"/>
    <w:rsid w:val="00E35BA9"/>
    <w:rsid w:val="00E35F4C"/>
    <w:rsid w:val="00E362F7"/>
    <w:rsid w:val="00E36404"/>
    <w:rsid w:val="00E36C24"/>
    <w:rsid w:val="00E370DA"/>
    <w:rsid w:val="00E37FC6"/>
    <w:rsid w:val="00E40F1A"/>
    <w:rsid w:val="00E421F6"/>
    <w:rsid w:val="00E4256B"/>
    <w:rsid w:val="00E42834"/>
    <w:rsid w:val="00E429D5"/>
    <w:rsid w:val="00E433FD"/>
    <w:rsid w:val="00E434AF"/>
    <w:rsid w:val="00E4351D"/>
    <w:rsid w:val="00E44C00"/>
    <w:rsid w:val="00E45F58"/>
    <w:rsid w:val="00E46492"/>
    <w:rsid w:val="00E46A5E"/>
    <w:rsid w:val="00E46A6F"/>
    <w:rsid w:val="00E5001B"/>
    <w:rsid w:val="00E50B53"/>
    <w:rsid w:val="00E50E14"/>
    <w:rsid w:val="00E51324"/>
    <w:rsid w:val="00E517AC"/>
    <w:rsid w:val="00E51973"/>
    <w:rsid w:val="00E52720"/>
    <w:rsid w:val="00E52B15"/>
    <w:rsid w:val="00E52DF0"/>
    <w:rsid w:val="00E52E71"/>
    <w:rsid w:val="00E53A48"/>
    <w:rsid w:val="00E53A71"/>
    <w:rsid w:val="00E53D3E"/>
    <w:rsid w:val="00E53EBA"/>
    <w:rsid w:val="00E5417E"/>
    <w:rsid w:val="00E54B6E"/>
    <w:rsid w:val="00E54E92"/>
    <w:rsid w:val="00E5524F"/>
    <w:rsid w:val="00E559BB"/>
    <w:rsid w:val="00E56697"/>
    <w:rsid w:val="00E56F24"/>
    <w:rsid w:val="00E57632"/>
    <w:rsid w:val="00E579D7"/>
    <w:rsid w:val="00E57E5A"/>
    <w:rsid w:val="00E57F8C"/>
    <w:rsid w:val="00E60CBC"/>
    <w:rsid w:val="00E6150B"/>
    <w:rsid w:val="00E61AD5"/>
    <w:rsid w:val="00E61DE7"/>
    <w:rsid w:val="00E61FAA"/>
    <w:rsid w:val="00E6232A"/>
    <w:rsid w:val="00E626B7"/>
    <w:rsid w:val="00E6394B"/>
    <w:rsid w:val="00E6479D"/>
    <w:rsid w:val="00E64EE8"/>
    <w:rsid w:val="00E660F1"/>
    <w:rsid w:val="00E6628E"/>
    <w:rsid w:val="00E665D5"/>
    <w:rsid w:val="00E66FF0"/>
    <w:rsid w:val="00E671DF"/>
    <w:rsid w:val="00E67A4D"/>
    <w:rsid w:val="00E67A5F"/>
    <w:rsid w:val="00E67B7A"/>
    <w:rsid w:val="00E67D86"/>
    <w:rsid w:val="00E709AC"/>
    <w:rsid w:val="00E72435"/>
    <w:rsid w:val="00E7244F"/>
    <w:rsid w:val="00E73396"/>
    <w:rsid w:val="00E74800"/>
    <w:rsid w:val="00E74E17"/>
    <w:rsid w:val="00E75884"/>
    <w:rsid w:val="00E76360"/>
    <w:rsid w:val="00E76770"/>
    <w:rsid w:val="00E769E0"/>
    <w:rsid w:val="00E7704C"/>
    <w:rsid w:val="00E777D0"/>
    <w:rsid w:val="00E778F4"/>
    <w:rsid w:val="00E8037F"/>
    <w:rsid w:val="00E8131D"/>
    <w:rsid w:val="00E82A00"/>
    <w:rsid w:val="00E82ABB"/>
    <w:rsid w:val="00E8311F"/>
    <w:rsid w:val="00E8362F"/>
    <w:rsid w:val="00E836C3"/>
    <w:rsid w:val="00E84750"/>
    <w:rsid w:val="00E847FA"/>
    <w:rsid w:val="00E84CD3"/>
    <w:rsid w:val="00E863A0"/>
    <w:rsid w:val="00E87139"/>
    <w:rsid w:val="00E8726C"/>
    <w:rsid w:val="00E87BB8"/>
    <w:rsid w:val="00E90769"/>
    <w:rsid w:val="00E908A0"/>
    <w:rsid w:val="00E90C3F"/>
    <w:rsid w:val="00E90EBD"/>
    <w:rsid w:val="00E91294"/>
    <w:rsid w:val="00E917D6"/>
    <w:rsid w:val="00E928EE"/>
    <w:rsid w:val="00E92BE6"/>
    <w:rsid w:val="00E92C24"/>
    <w:rsid w:val="00E92F33"/>
    <w:rsid w:val="00E94DCF"/>
    <w:rsid w:val="00E94E5D"/>
    <w:rsid w:val="00E951BB"/>
    <w:rsid w:val="00E9528F"/>
    <w:rsid w:val="00E9546C"/>
    <w:rsid w:val="00E977EF"/>
    <w:rsid w:val="00EA03BE"/>
    <w:rsid w:val="00EA049C"/>
    <w:rsid w:val="00EA129F"/>
    <w:rsid w:val="00EA179A"/>
    <w:rsid w:val="00EA1C4B"/>
    <w:rsid w:val="00EA2B1E"/>
    <w:rsid w:val="00EA3320"/>
    <w:rsid w:val="00EA36FC"/>
    <w:rsid w:val="00EA3969"/>
    <w:rsid w:val="00EA4149"/>
    <w:rsid w:val="00EA4A46"/>
    <w:rsid w:val="00EA4FAB"/>
    <w:rsid w:val="00EA627F"/>
    <w:rsid w:val="00EA640F"/>
    <w:rsid w:val="00EA6725"/>
    <w:rsid w:val="00EA6768"/>
    <w:rsid w:val="00EA6773"/>
    <w:rsid w:val="00EA680B"/>
    <w:rsid w:val="00EA6925"/>
    <w:rsid w:val="00EB15C3"/>
    <w:rsid w:val="00EB23A9"/>
    <w:rsid w:val="00EB23C8"/>
    <w:rsid w:val="00EB247D"/>
    <w:rsid w:val="00EB2877"/>
    <w:rsid w:val="00EB40F6"/>
    <w:rsid w:val="00EB4D3D"/>
    <w:rsid w:val="00EB59D0"/>
    <w:rsid w:val="00EB77AF"/>
    <w:rsid w:val="00EB79E8"/>
    <w:rsid w:val="00EB7DCF"/>
    <w:rsid w:val="00EC0E7A"/>
    <w:rsid w:val="00EC1800"/>
    <w:rsid w:val="00EC1E20"/>
    <w:rsid w:val="00EC1FFF"/>
    <w:rsid w:val="00EC4430"/>
    <w:rsid w:val="00EC44E2"/>
    <w:rsid w:val="00EC4F32"/>
    <w:rsid w:val="00EC51BB"/>
    <w:rsid w:val="00EC566F"/>
    <w:rsid w:val="00EC5E97"/>
    <w:rsid w:val="00EC655A"/>
    <w:rsid w:val="00EC6BC8"/>
    <w:rsid w:val="00EC6EC5"/>
    <w:rsid w:val="00EC7045"/>
    <w:rsid w:val="00EC7B0E"/>
    <w:rsid w:val="00ED0166"/>
    <w:rsid w:val="00ED0DEE"/>
    <w:rsid w:val="00ED172A"/>
    <w:rsid w:val="00ED20EC"/>
    <w:rsid w:val="00ED2ABF"/>
    <w:rsid w:val="00ED2C8D"/>
    <w:rsid w:val="00ED3424"/>
    <w:rsid w:val="00ED347C"/>
    <w:rsid w:val="00ED36AD"/>
    <w:rsid w:val="00ED37AD"/>
    <w:rsid w:val="00ED3E80"/>
    <w:rsid w:val="00ED539A"/>
    <w:rsid w:val="00ED53DC"/>
    <w:rsid w:val="00ED6145"/>
    <w:rsid w:val="00ED70F3"/>
    <w:rsid w:val="00ED78C8"/>
    <w:rsid w:val="00ED79AC"/>
    <w:rsid w:val="00EE04A5"/>
    <w:rsid w:val="00EE12B1"/>
    <w:rsid w:val="00EE1CF9"/>
    <w:rsid w:val="00EE2A5D"/>
    <w:rsid w:val="00EE39D2"/>
    <w:rsid w:val="00EE3D6D"/>
    <w:rsid w:val="00EE5341"/>
    <w:rsid w:val="00EE582F"/>
    <w:rsid w:val="00EE6AE1"/>
    <w:rsid w:val="00EE6C67"/>
    <w:rsid w:val="00EF0B85"/>
    <w:rsid w:val="00EF1656"/>
    <w:rsid w:val="00EF1B2D"/>
    <w:rsid w:val="00EF2D5A"/>
    <w:rsid w:val="00EF36E8"/>
    <w:rsid w:val="00EF4886"/>
    <w:rsid w:val="00EF51AF"/>
    <w:rsid w:val="00EF5B09"/>
    <w:rsid w:val="00EF657C"/>
    <w:rsid w:val="00EF6588"/>
    <w:rsid w:val="00EF731A"/>
    <w:rsid w:val="00F00296"/>
    <w:rsid w:val="00F00812"/>
    <w:rsid w:val="00F0116F"/>
    <w:rsid w:val="00F01220"/>
    <w:rsid w:val="00F01EDE"/>
    <w:rsid w:val="00F022FD"/>
    <w:rsid w:val="00F02B51"/>
    <w:rsid w:val="00F03989"/>
    <w:rsid w:val="00F03AA3"/>
    <w:rsid w:val="00F03C0A"/>
    <w:rsid w:val="00F03F82"/>
    <w:rsid w:val="00F041E4"/>
    <w:rsid w:val="00F0553C"/>
    <w:rsid w:val="00F07FBF"/>
    <w:rsid w:val="00F10196"/>
    <w:rsid w:val="00F10303"/>
    <w:rsid w:val="00F1085E"/>
    <w:rsid w:val="00F11D8D"/>
    <w:rsid w:val="00F11DC4"/>
    <w:rsid w:val="00F121EF"/>
    <w:rsid w:val="00F12521"/>
    <w:rsid w:val="00F12969"/>
    <w:rsid w:val="00F13690"/>
    <w:rsid w:val="00F1464A"/>
    <w:rsid w:val="00F151AF"/>
    <w:rsid w:val="00F15B77"/>
    <w:rsid w:val="00F16213"/>
    <w:rsid w:val="00F16AA4"/>
    <w:rsid w:val="00F17BFB"/>
    <w:rsid w:val="00F17CD3"/>
    <w:rsid w:val="00F17DBC"/>
    <w:rsid w:val="00F2010A"/>
    <w:rsid w:val="00F20A33"/>
    <w:rsid w:val="00F213DA"/>
    <w:rsid w:val="00F21AEC"/>
    <w:rsid w:val="00F21F8B"/>
    <w:rsid w:val="00F237EA"/>
    <w:rsid w:val="00F242C9"/>
    <w:rsid w:val="00F248DB"/>
    <w:rsid w:val="00F24D39"/>
    <w:rsid w:val="00F25B9F"/>
    <w:rsid w:val="00F26A5E"/>
    <w:rsid w:val="00F2716C"/>
    <w:rsid w:val="00F2788A"/>
    <w:rsid w:val="00F3116D"/>
    <w:rsid w:val="00F320BC"/>
    <w:rsid w:val="00F3216C"/>
    <w:rsid w:val="00F321F3"/>
    <w:rsid w:val="00F32685"/>
    <w:rsid w:val="00F329D9"/>
    <w:rsid w:val="00F33858"/>
    <w:rsid w:val="00F340C7"/>
    <w:rsid w:val="00F343CE"/>
    <w:rsid w:val="00F34DC3"/>
    <w:rsid w:val="00F3597B"/>
    <w:rsid w:val="00F36201"/>
    <w:rsid w:val="00F37450"/>
    <w:rsid w:val="00F3773C"/>
    <w:rsid w:val="00F400C1"/>
    <w:rsid w:val="00F401F1"/>
    <w:rsid w:val="00F40B78"/>
    <w:rsid w:val="00F40CD6"/>
    <w:rsid w:val="00F423E1"/>
    <w:rsid w:val="00F427DA"/>
    <w:rsid w:val="00F42E07"/>
    <w:rsid w:val="00F4383B"/>
    <w:rsid w:val="00F43A07"/>
    <w:rsid w:val="00F44545"/>
    <w:rsid w:val="00F44BC5"/>
    <w:rsid w:val="00F44E05"/>
    <w:rsid w:val="00F45073"/>
    <w:rsid w:val="00F456AC"/>
    <w:rsid w:val="00F45C2D"/>
    <w:rsid w:val="00F45F5B"/>
    <w:rsid w:val="00F4705A"/>
    <w:rsid w:val="00F4712C"/>
    <w:rsid w:val="00F51066"/>
    <w:rsid w:val="00F51A32"/>
    <w:rsid w:val="00F51CE6"/>
    <w:rsid w:val="00F523C7"/>
    <w:rsid w:val="00F52A9B"/>
    <w:rsid w:val="00F52AF5"/>
    <w:rsid w:val="00F533CC"/>
    <w:rsid w:val="00F54E86"/>
    <w:rsid w:val="00F54EDA"/>
    <w:rsid w:val="00F551AB"/>
    <w:rsid w:val="00F5525C"/>
    <w:rsid w:val="00F5555D"/>
    <w:rsid w:val="00F56824"/>
    <w:rsid w:val="00F60268"/>
    <w:rsid w:val="00F605D3"/>
    <w:rsid w:val="00F612FF"/>
    <w:rsid w:val="00F61B71"/>
    <w:rsid w:val="00F61C22"/>
    <w:rsid w:val="00F62430"/>
    <w:rsid w:val="00F631E0"/>
    <w:rsid w:val="00F646F5"/>
    <w:rsid w:val="00F64971"/>
    <w:rsid w:val="00F65161"/>
    <w:rsid w:val="00F65569"/>
    <w:rsid w:val="00F656C0"/>
    <w:rsid w:val="00F65EC8"/>
    <w:rsid w:val="00F66845"/>
    <w:rsid w:val="00F66A1C"/>
    <w:rsid w:val="00F70F8F"/>
    <w:rsid w:val="00F718D3"/>
    <w:rsid w:val="00F72175"/>
    <w:rsid w:val="00F72E65"/>
    <w:rsid w:val="00F733DD"/>
    <w:rsid w:val="00F73AE5"/>
    <w:rsid w:val="00F73DF6"/>
    <w:rsid w:val="00F74B16"/>
    <w:rsid w:val="00F74FC6"/>
    <w:rsid w:val="00F75CC4"/>
    <w:rsid w:val="00F76272"/>
    <w:rsid w:val="00F76938"/>
    <w:rsid w:val="00F772E9"/>
    <w:rsid w:val="00F77E48"/>
    <w:rsid w:val="00F77FE1"/>
    <w:rsid w:val="00F813B0"/>
    <w:rsid w:val="00F814D3"/>
    <w:rsid w:val="00F81BAD"/>
    <w:rsid w:val="00F82CB3"/>
    <w:rsid w:val="00F8357A"/>
    <w:rsid w:val="00F84EEC"/>
    <w:rsid w:val="00F85320"/>
    <w:rsid w:val="00F8593E"/>
    <w:rsid w:val="00F85F37"/>
    <w:rsid w:val="00F871C4"/>
    <w:rsid w:val="00F8731A"/>
    <w:rsid w:val="00F87436"/>
    <w:rsid w:val="00F90258"/>
    <w:rsid w:val="00F90A31"/>
    <w:rsid w:val="00F918BA"/>
    <w:rsid w:val="00F924F8"/>
    <w:rsid w:val="00F925A9"/>
    <w:rsid w:val="00F9534A"/>
    <w:rsid w:val="00F9591A"/>
    <w:rsid w:val="00F971C4"/>
    <w:rsid w:val="00F97E73"/>
    <w:rsid w:val="00FA0DD2"/>
    <w:rsid w:val="00FA269A"/>
    <w:rsid w:val="00FA3BEB"/>
    <w:rsid w:val="00FA4D75"/>
    <w:rsid w:val="00FA5806"/>
    <w:rsid w:val="00FA641A"/>
    <w:rsid w:val="00FA68D1"/>
    <w:rsid w:val="00FA69F1"/>
    <w:rsid w:val="00FA7164"/>
    <w:rsid w:val="00FA747E"/>
    <w:rsid w:val="00FB0D02"/>
    <w:rsid w:val="00FB0E02"/>
    <w:rsid w:val="00FB16D1"/>
    <w:rsid w:val="00FB1FAC"/>
    <w:rsid w:val="00FB2A05"/>
    <w:rsid w:val="00FB45A6"/>
    <w:rsid w:val="00FB51F2"/>
    <w:rsid w:val="00FB543A"/>
    <w:rsid w:val="00FB5AA0"/>
    <w:rsid w:val="00FB6003"/>
    <w:rsid w:val="00FB61A3"/>
    <w:rsid w:val="00FB6562"/>
    <w:rsid w:val="00FB6A20"/>
    <w:rsid w:val="00FB6B0E"/>
    <w:rsid w:val="00FB7A18"/>
    <w:rsid w:val="00FC018F"/>
    <w:rsid w:val="00FC0898"/>
    <w:rsid w:val="00FC0983"/>
    <w:rsid w:val="00FC103E"/>
    <w:rsid w:val="00FC10DE"/>
    <w:rsid w:val="00FC15C6"/>
    <w:rsid w:val="00FC1F1B"/>
    <w:rsid w:val="00FC2932"/>
    <w:rsid w:val="00FC325C"/>
    <w:rsid w:val="00FC4BB4"/>
    <w:rsid w:val="00FC5605"/>
    <w:rsid w:val="00FC574F"/>
    <w:rsid w:val="00FC575A"/>
    <w:rsid w:val="00FC6334"/>
    <w:rsid w:val="00FC654C"/>
    <w:rsid w:val="00FC66DB"/>
    <w:rsid w:val="00FC6A09"/>
    <w:rsid w:val="00FC6C16"/>
    <w:rsid w:val="00FC7775"/>
    <w:rsid w:val="00FD0DA6"/>
    <w:rsid w:val="00FD152E"/>
    <w:rsid w:val="00FD1986"/>
    <w:rsid w:val="00FD2427"/>
    <w:rsid w:val="00FD3F17"/>
    <w:rsid w:val="00FD48DE"/>
    <w:rsid w:val="00FD655B"/>
    <w:rsid w:val="00FD6CA4"/>
    <w:rsid w:val="00FD6FC7"/>
    <w:rsid w:val="00FD7615"/>
    <w:rsid w:val="00FD7832"/>
    <w:rsid w:val="00FD78DE"/>
    <w:rsid w:val="00FE0BA5"/>
    <w:rsid w:val="00FE1610"/>
    <w:rsid w:val="00FE16D4"/>
    <w:rsid w:val="00FE2ECD"/>
    <w:rsid w:val="00FE319B"/>
    <w:rsid w:val="00FE3C9E"/>
    <w:rsid w:val="00FE3E8B"/>
    <w:rsid w:val="00FE5543"/>
    <w:rsid w:val="00FE6945"/>
    <w:rsid w:val="00FE69BC"/>
    <w:rsid w:val="00FE71AB"/>
    <w:rsid w:val="00FF02AE"/>
    <w:rsid w:val="00FF0FB4"/>
    <w:rsid w:val="00FF2369"/>
    <w:rsid w:val="00FF2546"/>
    <w:rsid w:val="00FF2FCA"/>
    <w:rsid w:val="00FF3CBC"/>
    <w:rsid w:val="00FF3E6B"/>
    <w:rsid w:val="00FF66F2"/>
    <w:rsid w:val="00FF6D72"/>
    <w:rsid w:val="00FF6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F4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F97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933B1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33B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33B1C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33B1C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59"/>
    <w:rsid w:val="00110D6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A4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43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3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3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3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23D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998"/>
  </w:style>
  <w:style w:type="paragraph" w:styleId="Footer">
    <w:name w:val="footer"/>
    <w:basedOn w:val="Normal"/>
    <w:link w:val="FooterChar"/>
    <w:uiPriority w:val="99"/>
    <w:unhideWhenUsed/>
    <w:rsid w:val="0076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998"/>
  </w:style>
  <w:style w:type="character" w:styleId="Hyperlink">
    <w:name w:val="Hyperlink"/>
    <w:basedOn w:val="DefaultParagraphFont"/>
    <w:uiPriority w:val="99"/>
    <w:unhideWhenUsed/>
    <w:rsid w:val="007639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4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Spacing">
    <w:name w:val="No Spacing"/>
    <w:uiPriority w:val="1"/>
    <w:qFormat/>
    <w:rsid w:val="00C26898"/>
    <w:pPr>
      <w:spacing w:after="0" w:line="240" w:lineRule="auto"/>
    </w:pPr>
  </w:style>
  <w:style w:type="table" w:customStyle="1" w:styleId="Lijsttabel6kleurrijk1">
    <w:name w:val="Lijsttabel 6 kleurrijk1"/>
    <w:basedOn w:val="TableNormal"/>
    <w:next w:val="ListTable6Colorful1"/>
    <w:uiPriority w:val="51"/>
    <w:rsid w:val="00B367EA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1">
    <w:name w:val="List Table 6 Colorful1"/>
    <w:basedOn w:val="TableNormal"/>
    <w:uiPriority w:val="51"/>
    <w:rsid w:val="00B367E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65161"/>
    <w:pPr>
      <w:numPr>
        <w:ilvl w:val="0"/>
      </w:numPr>
      <w:spacing w:before="240" w:after="240" w:line="240" w:lineRule="auto"/>
    </w:pPr>
    <w:rPr>
      <w:rFonts w:ascii="Times New Roman" w:eastAsiaTheme="minorHAnsi" w:hAnsi="Times New Roman" w:cs="Times New Roman"/>
      <w:b/>
      <w:color w:val="auto"/>
      <w:spacing w:val="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5161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65161"/>
    <w:rPr>
      <w:color w:val="5A5A5A" w:themeColor="text1" w:themeTint="A5"/>
      <w:spacing w:val="15"/>
    </w:rPr>
  </w:style>
  <w:style w:type="character" w:styleId="LineNumber">
    <w:name w:val="line number"/>
    <w:basedOn w:val="DefaultParagraphFont"/>
    <w:uiPriority w:val="99"/>
    <w:semiHidden/>
    <w:unhideWhenUsed/>
    <w:rsid w:val="00A87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F97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933B1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33B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33B1C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33B1C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59"/>
    <w:rsid w:val="00110D6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A4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43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3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3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3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23D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998"/>
  </w:style>
  <w:style w:type="paragraph" w:styleId="Footer">
    <w:name w:val="footer"/>
    <w:basedOn w:val="Normal"/>
    <w:link w:val="FooterChar"/>
    <w:uiPriority w:val="99"/>
    <w:unhideWhenUsed/>
    <w:rsid w:val="0076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998"/>
  </w:style>
  <w:style w:type="character" w:styleId="Hyperlink">
    <w:name w:val="Hyperlink"/>
    <w:basedOn w:val="DefaultParagraphFont"/>
    <w:uiPriority w:val="99"/>
    <w:unhideWhenUsed/>
    <w:rsid w:val="007639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44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Spacing">
    <w:name w:val="No Spacing"/>
    <w:uiPriority w:val="1"/>
    <w:qFormat/>
    <w:rsid w:val="00C26898"/>
    <w:pPr>
      <w:spacing w:after="0" w:line="240" w:lineRule="auto"/>
    </w:pPr>
  </w:style>
  <w:style w:type="table" w:customStyle="1" w:styleId="Lijsttabel6kleurrijk1">
    <w:name w:val="Lijsttabel 6 kleurrijk1"/>
    <w:basedOn w:val="TableNormal"/>
    <w:next w:val="ListTable6Colorful1"/>
    <w:uiPriority w:val="51"/>
    <w:rsid w:val="00B367EA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1">
    <w:name w:val="List Table 6 Colorful1"/>
    <w:basedOn w:val="TableNormal"/>
    <w:uiPriority w:val="51"/>
    <w:rsid w:val="00B367E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65161"/>
    <w:pPr>
      <w:numPr>
        <w:ilvl w:val="0"/>
      </w:numPr>
      <w:spacing w:before="240" w:after="240" w:line="240" w:lineRule="auto"/>
    </w:pPr>
    <w:rPr>
      <w:rFonts w:ascii="Times New Roman" w:eastAsiaTheme="minorHAnsi" w:hAnsi="Times New Roman" w:cs="Times New Roman"/>
      <w:b/>
      <w:color w:val="auto"/>
      <w:spacing w:val="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5161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65161"/>
    <w:rPr>
      <w:color w:val="5A5A5A" w:themeColor="text1" w:themeTint="A5"/>
      <w:spacing w:val="15"/>
    </w:rPr>
  </w:style>
  <w:style w:type="character" w:styleId="LineNumber">
    <w:name w:val="line number"/>
    <w:basedOn w:val="DefaultParagraphFont"/>
    <w:uiPriority w:val="99"/>
    <w:semiHidden/>
    <w:unhideWhenUsed/>
    <w:rsid w:val="00A8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97EF7-8CA6-4A62-805A-5E90C3C3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AMC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Matser, Y.A.H.</dc:creator>
  <cp:lastModifiedBy>Surinder Bhatia</cp:lastModifiedBy>
  <cp:revision>2</cp:revision>
  <dcterms:created xsi:type="dcterms:W3CDTF">2023-03-23T05:22:00Z</dcterms:created>
  <dcterms:modified xsi:type="dcterms:W3CDTF">2023-03-23T05:22:00Z</dcterms:modified>
</cp:coreProperties>
</file>